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5A747" w14:textId="2B34E74D" w:rsidR="00DE397F" w:rsidRPr="00C81224" w:rsidRDefault="00C90D27" w:rsidP="00F16E49">
      <w:pPr>
        <w:pStyle w:val="SectionHeading"/>
        <w:spacing w:before="0" w:after="120"/>
        <w:jc w:val="both"/>
        <w:rPr>
          <w:rFonts w:ascii="Calibri" w:hAnsi="Calibri" w:cs="Calibri"/>
          <w:b/>
          <w:color w:val="auto"/>
          <w:sz w:val="22"/>
          <w:szCs w:val="22"/>
        </w:rPr>
      </w:pPr>
      <w:proofErr w:type="spellStart"/>
      <w:r w:rsidRPr="00C81224">
        <w:rPr>
          <w:rFonts w:ascii="Calibri" w:hAnsi="Calibri" w:cs="Calibri"/>
          <w:b/>
          <w:color w:val="auto"/>
          <w:sz w:val="22"/>
          <w:szCs w:val="22"/>
        </w:rPr>
        <w:t>Juturi</w:t>
      </w:r>
      <w:proofErr w:type="spellEnd"/>
      <w:r w:rsidRPr="00C8122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proofErr w:type="spellStart"/>
      <w:r w:rsidRPr="00C81224">
        <w:rPr>
          <w:rFonts w:ascii="Calibri" w:hAnsi="Calibri" w:cs="Calibri"/>
          <w:b/>
          <w:color w:val="auto"/>
          <w:sz w:val="22"/>
          <w:szCs w:val="22"/>
        </w:rPr>
        <w:t>Lakshmilavanya</w:t>
      </w:r>
      <w:proofErr w:type="spellEnd"/>
    </w:p>
    <w:p w14:paraId="05EF27E3" w14:textId="1C8FE08C" w:rsidR="004F61FF" w:rsidRPr="00C81224" w:rsidRDefault="00D230E2" w:rsidP="00A96B75">
      <w:pPr>
        <w:spacing w:after="0"/>
        <w:jc w:val="both"/>
        <w:rPr>
          <w:rFonts w:ascii="Calibri" w:hAnsi="Calibri" w:cs="Calibri"/>
          <w:color w:val="auto"/>
          <w:sz w:val="22"/>
          <w:szCs w:val="22"/>
        </w:rPr>
      </w:pPr>
      <w:sdt>
        <w:sdtPr>
          <w:rPr>
            <w:rFonts w:ascii="Calibri" w:hAnsi="Calibri" w:cs="Calibri"/>
            <w:color w:val="auto"/>
            <w:sz w:val="22"/>
            <w:szCs w:val="22"/>
          </w:rPr>
          <w:alias w:val="Address"/>
          <w:tag w:val=""/>
          <w:id w:val="964471525"/>
          <w:placeholder>
            <w:docPart w:val="6A80CDC1C1DB4B859CC076ACC4049503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EndPr/>
        <w:sdtContent>
          <w:r w:rsidR="00C6002B" w:rsidRPr="00C81224">
            <w:rPr>
              <w:rFonts w:ascii="Calibri" w:hAnsi="Calibri" w:cs="Calibri"/>
              <w:color w:val="auto"/>
              <w:sz w:val="22"/>
              <w:szCs w:val="22"/>
            </w:rPr>
            <w:t xml:space="preserve">Mobile </w:t>
          </w:r>
          <w:proofErr w:type="gramStart"/>
          <w:r w:rsidR="00C6002B" w:rsidRPr="00C81224">
            <w:rPr>
              <w:rFonts w:ascii="Calibri" w:hAnsi="Calibri" w:cs="Calibri"/>
              <w:color w:val="auto"/>
              <w:sz w:val="22"/>
              <w:szCs w:val="22"/>
            </w:rPr>
            <w:t>Number</w:t>
          </w:r>
          <w:r w:rsidR="00BD4240" w:rsidRPr="00C81224">
            <w:rPr>
              <w:rFonts w:ascii="Calibri" w:hAnsi="Calibri" w:cs="Calibri"/>
              <w:color w:val="auto"/>
              <w:sz w:val="22"/>
              <w:szCs w:val="22"/>
            </w:rPr>
            <w:t xml:space="preserve"> </w:t>
          </w:r>
          <w:r w:rsidR="00C6002B" w:rsidRPr="00C81224">
            <w:rPr>
              <w:rFonts w:ascii="Calibri" w:hAnsi="Calibri" w:cs="Calibri"/>
              <w:color w:val="auto"/>
              <w:sz w:val="22"/>
              <w:szCs w:val="22"/>
            </w:rPr>
            <w:t>:</w:t>
          </w:r>
          <w:proofErr w:type="gramEnd"/>
          <w:r w:rsidR="00FB2650" w:rsidRPr="00C81224">
            <w:rPr>
              <w:rFonts w:ascii="Calibri" w:hAnsi="Calibri" w:cs="Calibri"/>
              <w:color w:val="auto"/>
              <w:sz w:val="22"/>
              <w:szCs w:val="22"/>
            </w:rPr>
            <w:t xml:space="preserve"> </w:t>
          </w:r>
          <w:r w:rsidR="008943BD">
            <w:rPr>
              <w:rFonts w:ascii="Calibri" w:hAnsi="Calibri" w:cs="Calibri"/>
              <w:color w:val="auto"/>
              <w:sz w:val="22"/>
              <w:szCs w:val="22"/>
            </w:rPr>
            <w:t>+</w:t>
          </w:r>
          <w:r w:rsidR="00BD4240" w:rsidRPr="00C81224">
            <w:rPr>
              <w:rFonts w:ascii="Calibri" w:hAnsi="Calibri" w:cs="Calibri"/>
              <w:color w:val="auto"/>
              <w:sz w:val="22"/>
              <w:szCs w:val="22"/>
            </w:rPr>
            <w:t>91-</w:t>
          </w:r>
          <w:r w:rsidR="00C90D27" w:rsidRPr="00C81224">
            <w:rPr>
              <w:rFonts w:ascii="Calibri" w:hAnsi="Calibri" w:cs="Calibri"/>
              <w:color w:val="auto"/>
              <w:sz w:val="22"/>
              <w:szCs w:val="22"/>
            </w:rPr>
            <w:t>9182012777</w:t>
          </w:r>
        </w:sdtContent>
      </w:sdt>
    </w:p>
    <w:p w14:paraId="42D9E1D1" w14:textId="5B40741A" w:rsidR="00DE397F" w:rsidRPr="00C81224" w:rsidRDefault="00D230E2" w:rsidP="00A96B75">
      <w:pPr>
        <w:spacing w:after="0"/>
        <w:jc w:val="both"/>
        <w:rPr>
          <w:rFonts w:ascii="Calibri" w:hAnsi="Calibri" w:cs="Calibri"/>
          <w:color w:val="auto"/>
          <w:sz w:val="22"/>
          <w:szCs w:val="22"/>
        </w:rPr>
      </w:pPr>
      <w:sdt>
        <w:sdtPr>
          <w:rPr>
            <w:rFonts w:ascii="Calibri" w:hAnsi="Calibri" w:cs="Calibri"/>
            <w:color w:val="auto"/>
            <w:sz w:val="22"/>
            <w:szCs w:val="22"/>
          </w:rPr>
          <w:alias w:val="Phone"/>
          <w:tag w:val=""/>
          <w:id w:val="-2084290415"/>
          <w:placeholder>
            <w:docPart w:val="E8E99DA1AC77472AA3DC73EE1878D78E"/>
          </w:placeholder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DC4B10" w:rsidRPr="00C81224">
            <w:rPr>
              <w:rFonts w:ascii="Calibri" w:hAnsi="Calibri" w:cs="Calibri"/>
              <w:color w:val="auto"/>
              <w:sz w:val="22"/>
              <w:szCs w:val="22"/>
            </w:rPr>
            <w:t>E</w:t>
          </w:r>
          <w:r w:rsidR="006E57A7" w:rsidRPr="00C81224">
            <w:rPr>
              <w:rFonts w:ascii="Calibri" w:hAnsi="Calibri" w:cs="Calibri"/>
              <w:color w:val="auto"/>
              <w:sz w:val="22"/>
              <w:szCs w:val="22"/>
            </w:rPr>
            <w:t>mail</w:t>
          </w:r>
          <w:r w:rsidR="00C90D27" w:rsidRPr="00C81224">
            <w:rPr>
              <w:rFonts w:ascii="Calibri" w:hAnsi="Calibri" w:cs="Calibri"/>
              <w:color w:val="auto"/>
              <w:sz w:val="22"/>
              <w:szCs w:val="22"/>
            </w:rPr>
            <w:t xml:space="preserve"> </w:t>
          </w:r>
          <w:proofErr w:type="gramStart"/>
          <w:r w:rsidR="006E57A7" w:rsidRPr="00C81224">
            <w:rPr>
              <w:rFonts w:ascii="Calibri" w:hAnsi="Calibri" w:cs="Calibri"/>
              <w:color w:val="auto"/>
              <w:sz w:val="22"/>
              <w:szCs w:val="22"/>
            </w:rPr>
            <w:t>Id</w:t>
          </w:r>
          <w:r w:rsidR="00BD4240" w:rsidRPr="00C81224">
            <w:rPr>
              <w:rFonts w:ascii="Calibri" w:hAnsi="Calibri" w:cs="Calibri"/>
              <w:color w:val="auto"/>
              <w:sz w:val="22"/>
              <w:szCs w:val="22"/>
            </w:rPr>
            <w:t xml:space="preserve"> </w:t>
          </w:r>
          <w:r w:rsidR="00DC4B10" w:rsidRPr="00C81224">
            <w:rPr>
              <w:rFonts w:ascii="Calibri" w:hAnsi="Calibri" w:cs="Calibri"/>
              <w:color w:val="auto"/>
              <w:sz w:val="22"/>
              <w:szCs w:val="22"/>
            </w:rPr>
            <w:t>:</w:t>
          </w:r>
          <w:proofErr w:type="gramEnd"/>
          <w:r w:rsidR="006E57A7" w:rsidRPr="00C81224">
            <w:rPr>
              <w:rFonts w:ascii="Calibri" w:hAnsi="Calibri" w:cs="Calibri"/>
              <w:color w:val="auto"/>
              <w:sz w:val="22"/>
              <w:szCs w:val="22"/>
            </w:rPr>
            <w:t xml:space="preserve"> </w:t>
          </w:r>
          <w:r w:rsidR="00BD4240" w:rsidRPr="00C81224">
            <w:rPr>
              <w:rFonts w:ascii="Calibri" w:hAnsi="Calibri" w:cs="Calibri"/>
              <w:color w:val="auto"/>
              <w:sz w:val="22"/>
              <w:szCs w:val="22"/>
            </w:rPr>
            <w:t>l</w:t>
          </w:r>
          <w:r w:rsidR="00C90D27" w:rsidRPr="00C81224">
            <w:rPr>
              <w:rFonts w:ascii="Calibri" w:hAnsi="Calibri" w:cs="Calibri"/>
              <w:color w:val="auto"/>
              <w:sz w:val="22"/>
              <w:szCs w:val="22"/>
            </w:rPr>
            <w:t>akshmilavanya.faustina@gmail.com</w:t>
          </w:r>
        </w:sdtContent>
      </w:sdt>
    </w:p>
    <w:p w14:paraId="22019801" w14:textId="52B30035" w:rsidR="000A1DB0" w:rsidRPr="00C81224" w:rsidRDefault="000A1DB0" w:rsidP="00C81224">
      <w:pPr>
        <w:spacing w:after="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A08331" wp14:editId="4999E30D">
                <wp:simplePos x="0" y="0"/>
                <wp:positionH relativeFrom="column">
                  <wp:posOffset>79375</wp:posOffset>
                </wp:positionH>
                <wp:positionV relativeFrom="paragraph">
                  <wp:posOffset>143510</wp:posOffset>
                </wp:positionV>
                <wp:extent cx="6677660" cy="18415"/>
                <wp:effectExtent l="10160" t="8890" r="825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660" cy="184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4D263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6.25pt;margin-top:11.3pt;width:525.8pt;height: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"/>
            </w:pict>
          </mc:Fallback>
        </mc:AlternateContent>
      </w:r>
      <w:r w:rsidR="00C6002B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6002B" w:rsidRPr="00C81224">
        <w:rPr>
          <w:rFonts w:ascii="Calibri" w:hAnsi="Calibri" w:cs="Calibri"/>
          <w:color w:val="auto"/>
          <w:sz w:val="22"/>
          <w:szCs w:val="22"/>
          <w:bdr w:val="single" w:sz="4" w:space="0" w:color="auto"/>
        </w:rPr>
        <w:t xml:space="preserve">                 </w:t>
      </w:r>
      <w:r w:rsidR="00C6002B" w:rsidRPr="00C81224">
        <w:rPr>
          <w:rFonts w:ascii="Calibri" w:hAnsi="Calibri" w:cs="Calibri"/>
          <w:color w:val="auto"/>
          <w:sz w:val="22"/>
          <w:szCs w:val="22"/>
        </w:rPr>
        <w:t xml:space="preserve">                                                                                             </w:t>
      </w:r>
      <w:r w:rsidR="006E57A7" w:rsidRPr="00C81224">
        <w:rPr>
          <w:rFonts w:ascii="Calibri" w:hAnsi="Calibri" w:cs="Calibri"/>
          <w:color w:val="auto"/>
          <w:sz w:val="22"/>
          <w:szCs w:val="22"/>
        </w:rPr>
        <w:t xml:space="preserve">                       </w:t>
      </w:r>
    </w:p>
    <w:p w14:paraId="402274BD" w14:textId="54D59D55" w:rsidR="00A2042C" w:rsidRPr="00C81224" w:rsidRDefault="00A2042C" w:rsidP="00A2042C">
      <w:pPr>
        <w:tabs>
          <w:tab w:val="left" w:pos="9360"/>
        </w:tabs>
        <w:spacing w:after="0" w:line="276" w:lineRule="auto"/>
        <w:ind w:right="180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>PROFESSIONAL SUMMARY</w:t>
      </w:r>
    </w:p>
    <w:p w14:paraId="04E53F45" w14:textId="77777777" w:rsidR="00A2042C" w:rsidRPr="00C81224" w:rsidRDefault="00A2042C" w:rsidP="00A2042C">
      <w:pPr>
        <w:tabs>
          <w:tab w:val="left" w:pos="9360"/>
        </w:tabs>
        <w:spacing w:after="0" w:line="276" w:lineRule="auto"/>
        <w:ind w:left="360" w:right="180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14:paraId="69B8EDEA" w14:textId="779EA993" w:rsidR="00A2042C" w:rsidRPr="00C81224" w:rsidRDefault="00A2042C" w:rsidP="00E3363A">
      <w:pPr>
        <w:pStyle w:val="ListParagraph"/>
        <w:numPr>
          <w:ilvl w:val="0"/>
          <w:numId w:val="1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Having Arou</w:t>
      </w:r>
      <w:bookmarkStart w:id="0" w:name="_GoBack"/>
      <w:bookmarkEnd w:id="0"/>
      <w:r w:rsidRPr="00C81224">
        <w:rPr>
          <w:rFonts w:ascii="Calibri" w:hAnsi="Calibri" w:cs="Calibri"/>
          <w:color w:val="auto"/>
          <w:sz w:val="22"/>
          <w:szCs w:val="22"/>
        </w:rPr>
        <w:t xml:space="preserve">nd </w:t>
      </w:r>
      <w:r w:rsidR="00166E6A" w:rsidRPr="00C81224">
        <w:rPr>
          <w:rFonts w:ascii="Calibri" w:hAnsi="Calibri" w:cs="Calibri"/>
          <w:color w:val="auto"/>
          <w:sz w:val="22"/>
          <w:szCs w:val="22"/>
        </w:rPr>
        <w:t>4</w:t>
      </w:r>
      <w:r w:rsidRPr="00C81224">
        <w:rPr>
          <w:rFonts w:ascii="Calibri" w:hAnsi="Calibri" w:cs="Calibri"/>
          <w:color w:val="auto"/>
          <w:sz w:val="22"/>
          <w:szCs w:val="22"/>
        </w:rPr>
        <w:t xml:space="preserve"> Years of Professional IT Experience with Business Intelligence tools like Power BI (Power BI Desktop and Power BI Service).                                       </w:t>
      </w:r>
    </w:p>
    <w:p w14:paraId="699B3B25" w14:textId="38948CC0" w:rsidR="00BD4240" w:rsidRPr="00C81224" w:rsidRDefault="00A2042C" w:rsidP="00BD4240">
      <w:pPr>
        <w:pStyle w:val="ListParagraph"/>
        <w:numPr>
          <w:ilvl w:val="0"/>
          <w:numId w:val="2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Experience in connecting with multiple data sources like SQL Server, and Excel from Power BI to build Datasets.</w:t>
      </w:r>
      <w:r w:rsidR="00BD4240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68C1E85" w14:textId="33654930" w:rsidR="00A2042C" w:rsidRPr="00C81224" w:rsidRDefault="00BD4240" w:rsidP="00BD4240">
      <w:pPr>
        <w:pStyle w:val="ListParagraph"/>
        <w:numPr>
          <w:ilvl w:val="0"/>
          <w:numId w:val="2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Good Experience in Data Modeling in Power Pivot Model.</w:t>
      </w:r>
    </w:p>
    <w:p w14:paraId="787BBF76" w14:textId="5E3F09BC" w:rsidR="00A2042C" w:rsidRPr="00C81224" w:rsidRDefault="00A2042C" w:rsidP="00E3363A">
      <w:pPr>
        <w:pStyle w:val="ListParagraph"/>
        <w:numPr>
          <w:ilvl w:val="0"/>
          <w:numId w:val="1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 xml:space="preserve">Extensively worked on performing the ETL </w:t>
      </w:r>
      <w:r w:rsidR="00BD4240" w:rsidRPr="00C81224">
        <w:rPr>
          <w:rFonts w:ascii="Calibri" w:hAnsi="Calibri" w:cs="Calibri"/>
          <w:color w:val="auto"/>
          <w:sz w:val="22"/>
          <w:szCs w:val="22"/>
        </w:rPr>
        <w:t>a</w:t>
      </w:r>
      <w:r w:rsidRPr="00C81224">
        <w:rPr>
          <w:rFonts w:ascii="Calibri" w:hAnsi="Calibri" w:cs="Calibri"/>
          <w:color w:val="auto"/>
          <w:sz w:val="22"/>
          <w:szCs w:val="22"/>
        </w:rPr>
        <w:t>ctivities in Power Query.</w:t>
      </w:r>
    </w:p>
    <w:p w14:paraId="4960F60A" w14:textId="42C762A9" w:rsidR="00A2042C" w:rsidRPr="00C81224" w:rsidRDefault="00521D77" w:rsidP="00E3363A">
      <w:pPr>
        <w:pStyle w:val="ListParagraph"/>
        <w:numPr>
          <w:ilvl w:val="0"/>
          <w:numId w:val="2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W</w:t>
      </w:r>
      <w:r w:rsidR="00A2042C" w:rsidRPr="00C81224">
        <w:rPr>
          <w:rFonts w:ascii="Calibri" w:hAnsi="Calibri" w:cs="Calibri"/>
          <w:color w:val="auto"/>
          <w:sz w:val="22"/>
          <w:szCs w:val="22"/>
        </w:rPr>
        <w:t>orked on Enhancing the Data Model by Creating New Columns, New Measure and New Tables using DAX Expressions.</w:t>
      </w:r>
    </w:p>
    <w:p w14:paraId="27CBAE1C" w14:textId="3B062153" w:rsidR="00A2042C" w:rsidRPr="00C81224" w:rsidRDefault="00521D77" w:rsidP="00E3363A">
      <w:pPr>
        <w:pStyle w:val="ListParagraph"/>
        <w:numPr>
          <w:ilvl w:val="0"/>
          <w:numId w:val="2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 xml:space="preserve">I have </w:t>
      </w:r>
      <w:r w:rsidR="00A2042C" w:rsidRPr="00C81224">
        <w:rPr>
          <w:rFonts w:ascii="Calibri" w:hAnsi="Calibri" w:cs="Calibri"/>
          <w:color w:val="auto"/>
          <w:sz w:val="22"/>
          <w:szCs w:val="22"/>
        </w:rPr>
        <w:t>used different Categories of DAX functions like Time Intelligence Function, Filter Functions, Date Functions, Logical Functions, Text Functions</w:t>
      </w:r>
      <w:r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2042C" w:rsidRPr="00C81224">
        <w:rPr>
          <w:rFonts w:ascii="Calibri" w:hAnsi="Calibri" w:cs="Calibri"/>
          <w:color w:val="auto"/>
          <w:sz w:val="22"/>
          <w:szCs w:val="22"/>
        </w:rPr>
        <w:t>for Creating New Information.</w:t>
      </w:r>
    </w:p>
    <w:p w14:paraId="4BE31ECB" w14:textId="77777777" w:rsidR="00A2042C" w:rsidRPr="00C81224" w:rsidRDefault="00A2042C" w:rsidP="00E3363A">
      <w:pPr>
        <w:pStyle w:val="ListParagraph"/>
        <w:numPr>
          <w:ilvl w:val="0"/>
          <w:numId w:val="2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Extensively worked in Power View for Presenting the Data in Graphical Format using Different Visualizations in Power BI.</w:t>
      </w:r>
    </w:p>
    <w:p w14:paraId="63213B8B" w14:textId="77777777" w:rsidR="00A2042C" w:rsidRPr="00C81224" w:rsidRDefault="00A2042C" w:rsidP="00E3363A">
      <w:pPr>
        <w:pStyle w:val="ListParagraph"/>
        <w:numPr>
          <w:ilvl w:val="0"/>
          <w:numId w:val="3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Hands on Experience with Visual level, Page level, Report level and Drill Through filters for filtering the data in a Report.</w:t>
      </w:r>
    </w:p>
    <w:p w14:paraId="0CF62F9F" w14:textId="77777777" w:rsidR="00A2042C" w:rsidRPr="00C81224" w:rsidRDefault="00A2042C" w:rsidP="00E3363A">
      <w:pPr>
        <w:pStyle w:val="ListParagraph"/>
        <w:numPr>
          <w:ilvl w:val="0"/>
          <w:numId w:val="3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Good Experience in Creating Hierarchies and Drilldown Reports.</w:t>
      </w:r>
    </w:p>
    <w:p w14:paraId="5B8D9E5B" w14:textId="77777777" w:rsidR="00A2042C" w:rsidRPr="00C81224" w:rsidRDefault="00A2042C" w:rsidP="00E3363A">
      <w:pPr>
        <w:pStyle w:val="ListParagraph"/>
        <w:numPr>
          <w:ilvl w:val="0"/>
          <w:numId w:val="3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Good Experience in sorting the Data in Visualizations, Grouping and Binning the Data in Power BI.</w:t>
      </w:r>
    </w:p>
    <w:p w14:paraId="38856FC1" w14:textId="1FF9319B" w:rsidR="00A2042C" w:rsidRPr="00C81224" w:rsidRDefault="00A2042C" w:rsidP="00E3363A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 xml:space="preserve">Experience in publishing the Reports to Power BI Service and setting up the </w:t>
      </w:r>
      <w:r w:rsidR="000A1DB0" w:rsidRPr="00C81224">
        <w:rPr>
          <w:rFonts w:ascii="Calibri" w:hAnsi="Calibri" w:cs="Calibri"/>
          <w:color w:val="auto"/>
          <w:sz w:val="22"/>
          <w:szCs w:val="22"/>
        </w:rPr>
        <w:t>n</w:t>
      </w:r>
      <w:r w:rsidRPr="00C81224">
        <w:rPr>
          <w:rFonts w:ascii="Calibri" w:hAnsi="Calibri" w:cs="Calibri"/>
          <w:color w:val="auto"/>
          <w:sz w:val="22"/>
          <w:szCs w:val="22"/>
        </w:rPr>
        <w:t>ecessary connections.</w:t>
      </w:r>
    </w:p>
    <w:p w14:paraId="721D21F1" w14:textId="55208F6C" w:rsidR="00A2042C" w:rsidRPr="00C81224" w:rsidRDefault="00521D77" w:rsidP="00E3363A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Having good</w:t>
      </w:r>
      <w:r w:rsidR="00A2042C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C81224">
        <w:rPr>
          <w:rFonts w:ascii="Calibri" w:hAnsi="Calibri" w:cs="Calibri"/>
          <w:color w:val="auto"/>
          <w:sz w:val="22"/>
          <w:szCs w:val="22"/>
        </w:rPr>
        <w:t>knowledge</w:t>
      </w:r>
      <w:r w:rsidR="00A2042C" w:rsidRPr="00C81224">
        <w:rPr>
          <w:rFonts w:ascii="Calibri" w:hAnsi="Calibri" w:cs="Calibri"/>
          <w:color w:val="auto"/>
          <w:sz w:val="22"/>
          <w:szCs w:val="22"/>
        </w:rPr>
        <w:t xml:space="preserve"> in Creating the Dashboards using Multiple Reports.</w:t>
      </w:r>
    </w:p>
    <w:p w14:paraId="7D26EB7A" w14:textId="77777777" w:rsidR="00A2042C" w:rsidRPr="00C81224" w:rsidRDefault="00A2042C" w:rsidP="00E3363A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Implemented ROW LEVEL SECURITY (RLS) as part of security in Power BI.</w:t>
      </w:r>
    </w:p>
    <w:p w14:paraId="5924B070" w14:textId="77777777" w:rsidR="00A2042C" w:rsidRPr="00C81224" w:rsidRDefault="00A2042C" w:rsidP="00E3363A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Experience in sharing the Reports and Dashboards with End Users.</w:t>
      </w:r>
    </w:p>
    <w:p w14:paraId="4104FBD1" w14:textId="77777777" w:rsidR="00AB0CA7" w:rsidRPr="00C81224" w:rsidRDefault="00AB0CA7" w:rsidP="00AB0CA7">
      <w:pPr>
        <w:tabs>
          <w:tab w:val="left" w:pos="9360"/>
        </w:tabs>
        <w:spacing w:after="0"/>
        <w:ind w:right="180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>EDUCATIONAL QUALIFICATION</w:t>
      </w:r>
    </w:p>
    <w:p w14:paraId="773D4D46" w14:textId="77777777" w:rsidR="00AB0CA7" w:rsidRPr="00C81224" w:rsidRDefault="00AB0CA7" w:rsidP="00AB0CA7">
      <w:pPr>
        <w:tabs>
          <w:tab w:val="left" w:pos="9360"/>
        </w:tabs>
        <w:spacing w:after="0"/>
        <w:ind w:right="18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5CA7A28" w14:textId="53588914" w:rsidR="00AB0CA7" w:rsidRPr="00C81224" w:rsidRDefault="00C90D27" w:rsidP="00E3363A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000000"/>
          <w:sz w:val="22"/>
          <w:szCs w:val="22"/>
        </w:rPr>
        <w:t xml:space="preserve">Bachelor of Technology in </w:t>
      </w:r>
      <w:r w:rsidR="002C6113" w:rsidRPr="00C81224">
        <w:rPr>
          <w:rFonts w:ascii="Calibri" w:hAnsi="Calibri" w:cs="Calibri"/>
          <w:color w:val="000000"/>
          <w:sz w:val="22"/>
          <w:szCs w:val="22"/>
        </w:rPr>
        <w:t xml:space="preserve">Computer Science from JNTU, Kakinada </w:t>
      </w:r>
    </w:p>
    <w:p w14:paraId="43BD1098" w14:textId="77777777" w:rsidR="00AB0CA7" w:rsidRPr="00C81224" w:rsidRDefault="00AB0CA7" w:rsidP="00AB0CA7">
      <w:pPr>
        <w:rPr>
          <w:rFonts w:ascii="Calibri" w:hAnsi="Calibri" w:cs="Calibri"/>
          <w:b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>EMPLOYMENT SUMMARY</w:t>
      </w:r>
    </w:p>
    <w:p w14:paraId="050EB853" w14:textId="22E32400" w:rsidR="00A2042C" w:rsidRPr="00C81224" w:rsidRDefault="002C6113" w:rsidP="00EA28F6">
      <w:pPr>
        <w:pStyle w:val="ListParagraph"/>
        <w:numPr>
          <w:ilvl w:val="0"/>
          <w:numId w:val="4"/>
        </w:numPr>
        <w:tabs>
          <w:tab w:val="left" w:pos="9360"/>
        </w:tabs>
        <w:spacing w:after="120" w:line="276" w:lineRule="auto"/>
        <w:ind w:left="360" w:right="180"/>
        <w:jc w:val="both"/>
        <w:rPr>
          <w:rFonts w:ascii="Calibri" w:hAnsi="Calibri" w:cs="Calibri"/>
          <w:b/>
          <w:color w:val="auto"/>
          <w:sz w:val="22"/>
          <w:szCs w:val="22"/>
          <w:u w:val="single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Currently working as</w:t>
      </w:r>
      <w:r w:rsidR="00F7036B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C81224">
        <w:rPr>
          <w:rFonts w:ascii="Calibri" w:hAnsi="Calibri" w:cs="Calibri"/>
          <w:color w:val="auto"/>
          <w:sz w:val="22"/>
          <w:szCs w:val="22"/>
        </w:rPr>
        <w:t>Associate System Engineer at IBM (2018</w:t>
      </w:r>
      <w:r w:rsidR="00F7036B" w:rsidRPr="00C81224">
        <w:rPr>
          <w:rFonts w:ascii="Calibri" w:hAnsi="Calibri" w:cs="Calibri"/>
          <w:color w:val="auto"/>
          <w:sz w:val="22"/>
          <w:szCs w:val="22"/>
        </w:rPr>
        <w:t xml:space="preserve"> Sep</w:t>
      </w:r>
      <w:r w:rsidRPr="00C81224">
        <w:rPr>
          <w:rFonts w:ascii="Calibri" w:hAnsi="Calibri" w:cs="Calibri"/>
          <w:color w:val="auto"/>
          <w:sz w:val="22"/>
          <w:szCs w:val="22"/>
        </w:rPr>
        <w:t xml:space="preserve"> – till date)</w:t>
      </w:r>
    </w:p>
    <w:p w14:paraId="20C20B24" w14:textId="77777777" w:rsidR="008E1D52" w:rsidRPr="00C81224" w:rsidRDefault="008E1D52" w:rsidP="008E1D52">
      <w:pPr>
        <w:shd w:val="clear" w:color="auto" w:fill="FFFFFF"/>
        <w:tabs>
          <w:tab w:val="left" w:pos="450"/>
        </w:tabs>
        <w:spacing w:after="0"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>TECHNICAL SKILLS</w:t>
      </w:r>
    </w:p>
    <w:p w14:paraId="4F322664" w14:textId="77777777" w:rsidR="008E1D52" w:rsidRPr="00C81224" w:rsidRDefault="008E1D52" w:rsidP="008E1D52">
      <w:pPr>
        <w:shd w:val="clear" w:color="auto" w:fill="FFFFFF"/>
        <w:tabs>
          <w:tab w:val="left" w:pos="450"/>
        </w:tabs>
        <w:spacing w:after="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1F79AA7" w14:textId="53B309DF" w:rsidR="008E1D52" w:rsidRPr="00C81224" w:rsidRDefault="008E1D52" w:rsidP="00DE4762">
      <w:pPr>
        <w:shd w:val="clear" w:color="auto" w:fill="FFFFFF"/>
        <w:tabs>
          <w:tab w:val="left" w:pos="450"/>
        </w:tabs>
        <w:spacing w:after="0" w:line="360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>Reporting Tool</w:t>
      </w:r>
      <w:r w:rsidRPr="00C81224">
        <w:rPr>
          <w:rFonts w:ascii="Calibri" w:hAnsi="Calibri" w:cs="Calibri"/>
          <w:color w:val="auto"/>
          <w:sz w:val="22"/>
          <w:szCs w:val="22"/>
        </w:rPr>
        <w:t xml:space="preserve">                    </w:t>
      </w:r>
      <w:proofErr w:type="gramStart"/>
      <w:r w:rsidRPr="00C81224">
        <w:rPr>
          <w:rFonts w:ascii="Calibri" w:hAnsi="Calibri" w:cs="Calibri"/>
          <w:color w:val="auto"/>
          <w:sz w:val="22"/>
          <w:szCs w:val="22"/>
        </w:rPr>
        <w:t xml:space="preserve">  :</w:t>
      </w:r>
      <w:proofErr w:type="gramEnd"/>
      <w:r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943DE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C81224">
        <w:rPr>
          <w:rFonts w:ascii="Calibri" w:hAnsi="Calibri" w:cs="Calibri"/>
          <w:color w:val="auto"/>
          <w:sz w:val="22"/>
          <w:szCs w:val="22"/>
        </w:rPr>
        <w:t>Power BI (Desktop &amp; Service)</w:t>
      </w:r>
    </w:p>
    <w:p w14:paraId="22F4C7B8" w14:textId="67B496DB" w:rsidR="008E1D52" w:rsidRPr="00C81224" w:rsidRDefault="008E1D52" w:rsidP="00DE4762">
      <w:pPr>
        <w:shd w:val="clear" w:color="auto" w:fill="FFFFFF"/>
        <w:tabs>
          <w:tab w:val="left" w:pos="450"/>
        </w:tabs>
        <w:spacing w:after="0" w:line="360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>Programming</w:t>
      </w:r>
      <w:r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C81224">
        <w:rPr>
          <w:rFonts w:ascii="Calibri" w:hAnsi="Calibri" w:cs="Calibri"/>
          <w:b/>
          <w:color w:val="auto"/>
          <w:sz w:val="22"/>
          <w:szCs w:val="22"/>
        </w:rPr>
        <w:t>Languages</w:t>
      </w:r>
      <w:r w:rsidR="00DE4762" w:rsidRPr="00C81224">
        <w:rPr>
          <w:rFonts w:ascii="Calibri" w:hAnsi="Calibri" w:cs="Calibri"/>
          <w:b/>
          <w:color w:val="auto"/>
          <w:sz w:val="22"/>
          <w:szCs w:val="22"/>
        </w:rPr>
        <w:t xml:space="preserve">  </w:t>
      </w:r>
      <w:r w:rsidRPr="00C81224">
        <w:rPr>
          <w:rFonts w:ascii="Calibri" w:hAnsi="Calibri" w:cs="Calibri"/>
          <w:color w:val="auto"/>
          <w:sz w:val="22"/>
          <w:szCs w:val="22"/>
        </w:rPr>
        <w:t xml:space="preserve">   </w:t>
      </w:r>
      <w:proofErr w:type="gramStart"/>
      <w:r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7036B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C81224">
        <w:rPr>
          <w:rFonts w:ascii="Calibri" w:hAnsi="Calibri" w:cs="Calibri"/>
          <w:color w:val="auto"/>
          <w:sz w:val="22"/>
          <w:szCs w:val="22"/>
        </w:rPr>
        <w:t>:</w:t>
      </w:r>
      <w:proofErr w:type="gramEnd"/>
      <w:r w:rsidRPr="00C81224">
        <w:rPr>
          <w:rFonts w:ascii="Calibri" w:hAnsi="Calibri" w:cs="Calibri"/>
          <w:color w:val="auto"/>
          <w:sz w:val="22"/>
          <w:szCs w:val="22"/>
        </w:rPr>
        <w:t xml:space="preserve">  SQL, DAX</w:t>
      </w:r>
      <w:r w:rsidR="00A200C6" w:rsidRPr="00C81224">
        <w:rPr>
          <w:rFonts w:ascii="Calibri" w:hAnsi="Calibri" w:cs="Calibri"/>
          <w:color w:val="auto"/>
          <w:sz w:val="22"/>
          <w:szCs w:val="22"/>
        </w:rPr>
        <w:t>, Basic Unix commands</w:t>
      </w:r>
    </w:p>
    <w:p w14:paraId="239EA986" w14:textId="168E81D6" w:rsidR="008E1D52" w:rsidRPr="00C81224" w:rsidRDefault="008E1D52" w:rsidP="00DE4762">
      <w:pPr>
        <w:shd w:val="clear" w:color="auto" w:fill="FFFFFF"/>
        <w:tabs>
          <w:tab w:val="left" w:pos="450"/>
        </w:tabs>
        <w:spacing w:after="0" w:line="360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>Databases</w:t>
      </w:r>
      <w:r w:rsidRPr="00C81224">
        <w:rPr>
          <w:rFonts w:ascii="Calibri" w:hAnsi="Calibri" w:cs="Calibri"/>
          <w:color w:val="auto"/>
          <w:sz w:val="22"/>
          <w:szCs w:val="22"/>
        </w:rPr>
        <w:t xml:space="preserve">                           </w:t>
      </w:r>
      <w:proofErr w:type="gramStart"/>
      <w:r w:rsidRPr="00C81224">
        <w:rPr>
          <w:rFonts w:ascii="Calibri" w:hAnsi="Calibri" w:cs="Calibri"/>
          <w:color w:val="auto"/>
          <w:sz w:val="22"/>
          <w:szCs w:val="22"/>
        </w:rPr>
        <w:t xml:space="preserve">  :</w:t>
      </w:r>
      <w:proofErr w:type="gramEnd"/>
      <w:r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7036B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943DE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C81224">
        <w:rPr>
          <w:rFonts w:ascii="Calibri" w:hAnsi="Calibri" w:cs="Calibri"/>
          <w:color w:val="auto"/>
          <w:sz w:val="22"/>
          <w:szCs w:val="22"/>
        </w:rPr>
        <w:t>SQL Server</w:t>
      </w:r>
    </w:p>
    <w:p w14:paraId="07A3CAF2" w14:textId="4BBC78BD" w:rsidR="008E1D52" w:rsidRPr="00C81224" w:rsidRDefault="008E1D52" w:rsidP="00DE4762">
      <w:pPr>
        <w:shd w:val="clear" w:color="auto" w:fill="FFFFFF"/>
        <w:tabs>
          <w:tab w:val="left" w:pos="450"/>
        </w:tabs>
        <w:spacing w:after="0" w:line="360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>Operating</w:t>
      </w:r>
      <w:r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C81224">
        <w:rPr>
          <w:rFonts w:ascii="Calibri" w:hAnsi="Calibri" w:cs="Calibri"/>
          <w:b/>
          <w:color w:val="auto"/>
          <w:sz w:val="22"/>
          <w:szCs w:val="22"/>
        </w:rPr>
        <w:t>Systems</w:t>
      </w:r>
      <w:r w:rsidRPr="00C81224">
        <w:rPr>
          <w:rFonts w:ascii="Calibri" w:hAnsi="Calibri" w:cs="Calibri"/>
          <w:color w:val="auto"/>
          <w:sz w:val="22"/>
          <w:szCs w:val="22"/>
        </w:rPr>
        <w:tab/>
        <w:t xml:space="preserve">         </w:t>
      </w:r>
      <w:r w:rsidR="00DE4762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proofErr w:type="gramStart"/>
      <w:r w:rsidR="00DE4762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7036B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C81224">
        <w:rPr>
          <w:rFonts w:ascii="Calibri" w:hAnsi="Calibri" w:cs="Calibri"/>
          <w:color w:val="auto"/>
          <w:sz w:val="22"/>
          <w:szCs w:val="22"/>
        </w:rPr>
        <w:t>:</w:t>
      </w:r>
      <w:proofErr w:type="gramEnd"/>
      <w:r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7036B" w:rsidRPr="00C81224">
        <w:rPr>
          <w:rFonts w:ascii="Calibri" w:hAnsi="Calibri" w:cs="Calibri"/>
          <w:color w:val="auto"/>
          <w:sz w:val="22"/>
          <w:szCs w:val="22"/>
        </w:rPr>
        <w:t xml:space="preserve">  </w:t>
      </w:r>
      <w:r w:rsidRPr="00C81224">
        <w:rPr>
          <w:rFonts w:ascii="Calibri" w:hAnsi="Calibri" w:cs="Calibri"/>
          <w:color w:val="auto"/>
          <w:sz w:val="22"/>
          <w:szCs w:val="22"/>
        </w:rPr>
        <w:t>Windows</w:t>
      </w:r>
    </w:p>
    <w:p w14:paraId="2872AF30" w14:textId="41C957B2" w:rsidR="00521D77" w:rsidRPr="00C81224" w:rsidRDefault="006E5139" w:rsidP="00DE4762">
      <w:pPr>
        <w:shd w:val="clear" w:color="auto" w:fill="FFFFFF"/>
        <w:tabs>
          <w:tab w:val="left" w:pos="450"/>
        </w:tabs>
        <w:spacing w:after="0" w:line="360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>Certifications</w:t>
      </w:r>
      <w:r w:rsidRPr="00C81224">
        <w:rPr>
          <w:rFonts w:ascii="Calibri" w:hAnsi="Calibri" w:cs="Calibri"/>
          <w:b/>
          <w:color w:val="auto"/>
          <w:sz w:val="22"/>
          <w:szCs w:val="22"/>
        </w:rPr>
        <w:tab/>
      </w:r>
      <w:r w:rsidRPr="00C81224">
        <w:rPr>
          <w:rFonts w:ascii="Calibri" w:hAnsi="Calibri" w:cs="Calibri"/>
          <w:b/>
          <w:color w:val="auto"/>
          <w:sz w:val="22"/>
          <w:szCs w:val="22"/>
        </w:rPr>
        <w:tab/>
      </w:r>
      <w:proofErr w:type="gramStart"/>
      <w:r w:rsidRPr="00C81224">
        <w:rPr>
          <w:rFonts w:ascii="Calibri" w:hAnsi="Calibri" w:cs="Calibri"/>
          <w:b/>
          <w:color w:val="auto"/>
          <w:sz w:val="22"/>
          <w:szCs w:val="22"/>
        </w:rPr>
        <w:tab/>
        <w:t xml:space="preserve"> :</w:t>
      </w:r>
      <w:proofErr w:type="gramEnd"/>
      <w:r w:rsidRPr="00C81224">
        <w:rPr>
          <w:rFonts w:ascii="Calibri" w:hAnsi="Calibri" w:cs="Calibri"/>
          <w:b/>
          <w:color w:val="auto"/>
          <w:sz w:val="22"/>
          <w:szCs w:val="22"/>
        </w:rPr>
        <w:t xml:space="preserve">  </w:t>
      </w:r>
      <w:r w:rsidR="00521D77" w:rsidRPr="00C8122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521D77" w:rsidRPr="00C81224">
        <w:rPr>
          <w:rFonts w:ascii="Calibri" w:hAnsi="Calibri" w:cs="Calibri"/>
          <w:color w:val="auto"/>
          <w:sz w:val="22"/>
          <w:szCs w:val="22"/>
        </w:rPr>
        <w:t>Microsoft Azure Fundamentals</w:t>
      </w:r>
      <w:r w:rsidRPr="00C81224">
        <w:rPr>
          <w:rFonts w:ascii="Calibri" w:hAnsi="Calibri" w:cs="Calibri"/>
          <w:color w:val="auto"/>
          <w:sz w:val="22"/>
          <w:szCs w:val="22"/>
        </w:rPr>
        <w:t xml:space="preserve"> (AZ-900)</w:t>
      </w:r>
    </w:p>
    <w:p w14:paraId="6436197C" w14:textId="474FEB55" w:rsidR="00AB2FD9" w:rsidRPr="00C81224" w:rsidRDefault="00AB2FD9" w:rsidP="00DE4762">
      <w:pPr>
        <w:shd w:val="clear" w:color="auto" w:fill="FFFFFF"/>
        <w:tabs>
          <w:tab w:val="left" w:pos="450"/>
        </w:tabs>
        <w:spacing w:after="0" w:line="360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Style w:val="markedcontent"/>
          <w:rFonts w:ascii="Calibri" w:hAnsi="Calibri" w:cs="Calibri"/>
          <w:b/>
          <w:bCs/>
          <w:sz w:val="22"/>
          <w:szCs w:val="22"/>
        </w:rPr>
        <w:t>Other tools</w:t>
      </w:r>
      <w:r w:rsidRPr="00C81224">
        <w:rPr>
          <w:rStyle w:val="markedcontent"/>
          <w:rFonts w:ascii="Calibri" w:hAnsi="Calibri" w:cs="Calibri"/>
          <w:sz w:val="22"/>
          <w:szCs w:val="22"/>
        </w:rPr>
        <w:t xml:space="preserve">                     </w:t>
      </w:r>
      <w:proofErr w:type="gramStart"/>
      <w:r w:rsidRPr="00C81224">
        <w:rPr>
          <w:rStyle w:val="markedcontent"/>
          <w:rFonts w:ascii="Calibri" w:hAnsi="Calibri" w:cs="Calibri"/>
          <w:sz w:val="22"/>
          <w:szCs w:val="22"/>
        </w:rPr>
        <w:t xml:space="preserve">  :</w:t>
      </w:r>
      <w:proofErr w:type="gramEnd"/>
      <w:r w:rsidRPr="00C81224">
        <w:rPr>
          <w:rStyle w:val="markedcontent"/>
          <w:rFonts w:ascii="Calibri" w:hAnsi="Calibri" w:cs="Calibri"/>
          <w:sz w:val="22"/>
          <w:szCs w:val="22"/>
        </w:rPr>
        <w:t xml:space="preserve">  Service now, Bluesight</w:t>
      </w:r>
    </w:p>
    <w:p w14:paraId="3D072D70" w14:textId="77777777" w:rsidR="00BD4240" w:rsidRPr="00C81224" w:rsidRDefault="00BD4240" w:rsidP="00DE4762">
      <w:pPr>
        <w:shd w:val="clear" w:color="auto" w:fill="FFFFFF"/>
        <w:tabs>
          <w:tab w:val="left" w:pos="450"/>
        </w:tabs>
        <w:spacing w:after="0" w:line="360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1AD53B2" w14:textId="5766E87E" w:rsidR="002941C1" w:rsidRPr="00C81224" w:rsidRDefault="002941C1" w:rsidP="00AD1427">
      <w:pPr>
        <w:spacing w:after="0"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14:paraId="21F21C91" w14:textId="77777777" w:rsidR="00BD4240" w:rsidRPr="00C81224" w:rsidRDefault="00BD4240" w:rsidP="00AD1427">
      <w:pPr>
        <w:spacing w:after="0"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14:paraId="4DEBFD90" w14:textId="77777777" w:rsidR="002641FD" w:rsidRPr="00C81224" w:rsidRDefault="002641FD" w:rsidP="00AD1427">
      <w:pPr>
        <w:spacing w:after="0"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14:paraId="3F1D97C7" w14:textId="77777777" w:rsidR="002641FD" w:rsidRPr="00C81224" w:rsidRDefault="002641FD" w:rsidP="00AD1427">
      <w:pPr>
        <w:spacing w:after="0"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14:paraId="3AA320B3" w14:textId="57510126" w:rsidR="00AD1427" w:rsidRPr="00C81224" w:rsidRDefault="00876781" w:rsidP="00AD1427">
      <w:pPr>
        <w:spacing w:after="0"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 xml:space="preserve">    </w:t>
      </w:r>
      <w:r w:rsidR="00AD1427" w:rsidRPr="00C81224">
        <w:rPr>
          <w:rFonts w:ascii="Calibri" w:hAnsi="Calibri" w:cs="Calibri"/>
          <w:b/>
          <w:color w:val="auto"/>
          <w:sz w:val="22"/>
          <w:szCs w:val="22"/>
        </w:rPr>
        <w:t>PROFESSIONAL EXPERIENCE</w:t>
      </w:r>
    </w:p>
    <w:p w14:paraId="59180AD6" w14:textId="77777777" w:rsidR="002641FD" w:rsidRPr="00C81224" w:rsidRDefault="002641FD" w:rsidP="00AD1427">
      <w:pPr>
        <w:spacing w:after="0"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14:paraId="1F2A4B25" w14:textId="3EC88408" w:rsidR="00AD1427" w:rsidRPr="00C81224" w:rsidRDefault="00876781" w:rsidP="000671D1">
      <w:pPr>
        <w:shd w:val="clear" w:color="auto" w:fill="FFFFFF"/>
        <w:tabs>
          <w:tab w:val="left" w:pos="450"/>
        </w:tabs>
        <w:spacing w:after="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 xml:space="preserve">            </w:t>
      </w:r>
      <w:r w:rsidR="00AD1427" w:rsidRPr="00C81224">
        <w:rPr>
          <w:rFonts w:ascii="Calibri" w:hAnsi="Calibri" w:cs="Calibri"/>
          <w:b/>
          <w:color w:val="auto"/>
          <w:sz w:val="22"/>
          <w:szCs w:val="22"/>
        </w:rPr>
        <w:t>Title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                          </w:t>
      </w:r>
      <w:proofErr w:type="gramStart"/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 :</w:t>
      </w:r>
      <w:proofErr w:type="gramEnd"/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943DE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C6113" w:rsidRPr="00C81224">
        <w:rPr>
          <w:rFonts w:ascii="Calibri" w:hAnsi="Calibri" w:cs="Calibri"/>
          <w:color w:val="auto"/>
          <w:sz w:val="22"/>
          <w:szCs w:val="22"/>
        </w:rPr>
        <w:t>MACS ( Metering And Chargeback Services)</w:t>
      </w:r>
    </w:p>
    <w:p w14:paraId="3491954C" w14:textId="6BFD27D0" w:rsidR="00AD1427" w:rsidRPr="00C81224" w:rsidRDefault="00876781" w:rsidP="000671D1">
      <w:pPr>
        <w:shd w:val="clear" w:color="auto" w:fill="FFFFFF"/>
        <w:tabs>
          <w:tab w:val="left" w:pos="450"/>
        </w:tabs>
        <w:spacing w:after="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 xml:space="preserve">            </w:t>
      </w:r>
      <w:r w:rsidR="00AD1427" w:rsidRPr="00C81224">
        <w:rPr>
          <w:rFonts w:ascii="Calibri" w:hAnsi="Calibri" w:cs="Calibri"/>
          <w:b/>
          <w:color w:val="auto"/>
          <w:sz w:val="22"/>
          <w:szCs w:val="22"/>
        </w:rPr>
        <w:t xml:space="preserve">Client 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                       </w:t>
      </w:r>
      <w:proofErr w:type="gramStart"/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 :</w:t>
      </w:r>
      <w:proofErr w:type="gramEnd"/>
      <w:r w:rsidR="00C943DE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943DE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C6113" w:rsidRPr="00C81224">
        <w:rPr>
          <w:rFonts w:ascii="Calibri" w:hAnsi="Calibri" w:cs="Calibri"/>
          <w:color w:val="auto"/>
          <w:sz w:val="22"/>
          <w:szCs w:val="22"/>
        </w:rPr>
        <w:t>Multiple Client’s ( NBC, Cameron etc)</w:t>
      </w:r>
    </w:p>
    <w:p w14:paraId="501949B1" w14:textId="69ED49BA" w:rsidR="00AD1427" w:rsidRPr="00C81224" w:rsidRDefault="00876781" w:rsidP="000671D1">
      <w:pPr>
        <w:shd w:val="clear" w:color="auto" w:fill="FFFFFF"/>
        <w:tabs>
          <w:tab w:val="left" w:pos="450"/>
        </w:tabs>
        <w:spacing w:after="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 xml:space="preserve">            </w:t>
      </w:r>
      <w:r w:rsidR="00AD1427" w:rsidRPr="00C81224">
        <w:rPr>
          <w:rFonts w:ascii="Calibri" w:hAnsi="Calibri" w:cs="Calibri"/>
          <w:b/>
          <w:color w:val="auto"/>
          <w:sz w:val="22"/>
          <w:szCs w:val="22"/>
        </w:rPr>
        <w:t>Role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                           </w:t>
      </w:r>
      <w:proofErr w:type="gramStart"/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521D77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>:</w:t>
      </w:r>
      <w:proofErr w:type="gramEnd"/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943DE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>Power BI Developer</w:t>
      </w:r>
    </w:p>
    <w:p w14:paraId="752CF745" w14:textId="4F324574" w:rsidR="00AD1427" w:rsidRPr="00C81224" w:rsidRDefault="00876781" w:rsidP="000671D1">
      <w:pPr>
        <w:shd w:val="clear" w:color="auto" w:fill="FFFFFF"/>
        <w:tabs>
          <w:tab w:val="left" w:pos="450"/>
        </w:tabs>
        <w:spacing w:after="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 xml:space="preserve">            </w:t>
      </w:r>
      <w:r w:rsidR="00AD1427" w:rsidRPr="00C81224">
        <w:rPr>
          <w:rFonts w:ascii="Calibri" w:hAnsi="Calibri" w:cs="Calibri"/>
          <w:b/>
          <w:color w:val="auto"/>
          <w:sz w:val="22"/>
          <w:szCs w:val="22"/>
        </w:rPr>
        <w:t>Duration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                    </w:t>
      </w:r>
      <w:proofErr w:type="gramStart"/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 :</w:t>
      </w:r>
      <w:proofErr w:type="gramEnd"/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943DE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C6113" w:rsidRPr="00C81224">
        <w:rPr>
          <w:rFonts w:ascii="Calibri" w:hAnsi="Calibri" w:cs="Calibri"/>
          <w:color w:val="auto"/>
          <w:sz w:val="22"/>
          <w:szCs w:val="22"/>
        </w:rPr>
        <w:t xml:space="preserve">Sept </w:t>
      </w:r>
      <w:r w:rsidR="004E4760" w:rsidRPr="00C81224">
        <w:rPr>
          <w:rFonts w:ascii="Calibri" w:hAnsi="Calibri" w:cs="Calibri"/>
          <w:color w:val="auto"/>
          <w:sz w:val="22"/>
          <w:szCs w:val="22"/>
        </w:rPr>
        <w:t>2018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to </w:t>
      </w:r>
      <w:r w:rsidR="002C6113" w:rsidRPr="00C81224">
        <w:rPr>
          <w:rFonts w:ascii="Calibri" w:hAnsi="Calibri" w:cs="Calibri"/>
          <w:color w:val="auto"/>
          <w:sz w:val="22"/>
          <w:szCs w:val="22"/>
        </w:rPr>
        <w:t>till date</w:t>
      </w:r>
    </w:p>
    <w:p w14:paraId="59170874" w14:textId="1B0D5133" w:rsidR="00AD1427" w:rsidRPr="00C81224" w:rsidRDefault="00876781" w:rsidP="000671D1">
      <w:pPr>
        <w:shd w:val="clear" w:color="auto" w:fill="FFFFFF"/>
        <w:tabs>
          <w:tab w:val="left" w:pos="450"/>
        </w:tabs>
        <w:spacing w:after="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 xml:space="preserve">            </w:t>
      </w:r>
      <w:r w:rsidR="00AD1427" w:rsidRPr="00C81224">
        <w:rPr>
          <w:rFonts w:ascii="Calibri" w:hAnsi="Calibri" w:cs="Calibri"/>
          <w:b/>
          <w:color w:val="auto"/>
          <w:sz w:val="22"/>
          <w:szCs w:val="22"/>
        </w:rPr>
        <w:t>Environment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              </w:t>
      </w:r>
      <w:proofErr w:type="gramStart"/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943DE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>:</w:t>
      </w:r>
      <w:proofErr w:type="gramEnd"/>
      <w:r w:rsidR="00AD1427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C943DE" w:rsidRPr="00C81224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>Power BI Desktop</w:t>
      </w:r>
      <w:r w:rsidR="00E70B66" w:rsidRPr="00C81224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AD1427" w:rsidRPr="00C81224">
        <w:rPr>
          <w:rFonts w:ascii="Calibri" w:hAnsi="Calibri" w:cs="Calibri"/>
          <w:color w:val="auto"/>
          <w:sz w:val="22"/>
          <w:szCs w:val="22"/>
        </w:rPr>
        <w:t>SQL Server</w:t>
      </w:r>
    </w:p>
    <w:p w14:paraId="5E8866FE" w14:textId="77777777" w:rsidR="00E70B66" w:rsidRPr="00C81224" w:rsidRDefault="00E70B66" w:rsidP="00E70B66">
      <w:pPr>
        <w:spacing w:after="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C268CC1" w14:textId="11D47603" w:rsidR="00AD1427" w:rsidRPr="00C81224" w:rsidRDefault="00AD1427" w:rsidP="00AD1427">
      <w:pPr>
        <w:spacing w:after="0"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C81224">
        <w:rPr>
          <w:rFonts w:ascii="Calibri" w:hAnsi="Calibri" w:cs="Calibri"/>
          <w:b/>
          <w:color w:val="auto"/>
          <w:sz w:val="22"/>
          <w:szCs w:val="22"/>
        </w:rPr>
        <w:t>RESPONSIBILITIES</w:t>
      </w:r>
    </w:p>
    <w:p w14:paraId="0DF27B25" w14:textId="77777777" w:rsidR="002941C1" w:rsidRPr="00C81224" w:rsidRDefault="002941C1" w:rsidP="00AD1427">
      <w:pPr>
        <w:spacing w:after="0"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14:paraId="2A6AE24E" w14:textId="37CCDEE3" w:rsidR="00AD1427" w:rsidRPr="00C81224" w:rsidRDefault="00AD1427" w:rsidP="00E3363A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Participated in requirements meetings and Scrum Calls to understand the Report Requirements.</w:t>
      </w:r>
    </w:p>
    <w:p w14:paraId="498F7E76" w14:textId="6E87E244" w:rsidR="00F96995" w:rsidRPr="00C81224" w:rsidRDefault="00F96995" w:rsidP="00F96995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Identified and Documented detailed business rules.</w:t>
      </w:r>
    </w:p>
    <w:p w14:paraId="6C2AF71D" w14:textId="41727D8D" w:rsidR="00F13A00" w:rsidRPr="00C81224" w:rsidRDefault="00F13A00" w:rsidP="00E3363A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 xml:space="preserve">Extracting </w:t>
      </w:r>
      <w:r w:rsidRPr="00C81224">
        <w:rPr>
          <w:rFonts w:ascii="Calibri" w:hAnsi="Calibri" w:cs="Calibri"/>
          <w:color w:val="000000"/>
          <w:sz w:val="22"/>
          <w:szCs w:val="22"/>
        </w:rPr>
        <w:t>data from different kind of source systems into Power query and then cleansing the data by applying business rules and loading it into Power Pivot.</w:t>
      </w:r>
    </w:p>
    <w:p w14:paraId="519FE9C3" w14:textId="77777777" w:rsidR="00AD1427" w:rsidRPr="00C81224" w:rsidRDefault="00AD1427" w:rsidP="00E3363A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Created Data Model in Power Pivot by Establishing the Relationship Between the tables.</w:t>
      </w:r>
    </w:p>
    <w:p w14:paraId="4E7862C1" w14:textId="77777777" w:rsidR="00023DEC" w:rsidRPr="00C81224" w:rsidRDefault="00AD1427" w:rsidP="00023DEC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Created New Columns and New Measures over data models for the purpose of enhancing Power BI visuals using DAX.</w:t>
      </w:r>
    </w:p>
    <w:p w14:paraId="7A266378" w14:textId="41A1EA6D" w:rsidR="00AD1427" w:rsidRPr="00C81224" w:rsidRDefault="00023DEC" w:rsidP="00023DEC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Worked on Visualizations like Table, Pie chart, doughnut chart, Bar charts, Slicers etc</w:t>
      </w:r>
    </w:p>
    <w:p w14:paraId="7BAB2359" w14:textId="046328C2" w:rsidR="00023DEC" w:rsidRPr="00C81224" w:rsidRDefault="00023DEC" w:rsidP="00023DEC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Responsible to process Monthly reporting for every Invoice</w:t>
      </w:r>
      <w:r w:rsidR="00C902CC" w:rsidRPr="00C81224">
        <w:rPr>
          <w:rFonts w:ascii="Calibri" w:hAnsi="Calibri" w:cs="Calibri"/>
          <w:color w:val="auto"/>
          <w:sz w:val="22"/>
          <w:szCs w:val="22"/>
        </w:rPr>
        <w:t>.</w:t>
      </w:r>
    </w:p>
    <w:p w14:paraId="2DC2F472" w14:textId="77777777" w:rsidR="00AD1427" w:rsidRPr="00C81224" w:rsidRDefault="00AD1427" w:rsidP="00E3363A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Created Microsoft Power BI Dashboards in Power BI Service using Reports.</w:t>
      </w:r>
    </w:p>
    <w:p w14:paraId="4D69C483" w14:textId="77777777" w:rsidR="00AD1427" w:rsidRPr="00C81224" w:rsidRDefault="00AD1427" w:rsidP="00E3363A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Managed access of Reports, Dashboards and Data for individual users using roles.</w:t>
      </w:r>
    </w:p>
    <w:p w14:paraId="6DA4A7EF" w14:textId="77777777" w:rsidR="00AD1427" w:rsidRPr="00C81224" w:rsidRDefault="00AD1427" w:rsidP="00E3363A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Implemented Row Level Security as part of Security.</w:t>
      </w:r>
    </w:p>
    <w:p w14:paraId="53934A2A" w14:textId="08C7051C" w:rsidR="009423E8" w:rsidRPr="00C81224" w:rsidRDefault="00AD1427" w:rsidP="00BA5FC4">
      <w:pPr>
        <w:pStyle w:val="ListParagraph"/>
        <w:numPr>
          <w:ilvl w:val="0"/>
          <w:numId w:val="4"/>
        </w:numPr>
        <w:tabs>
          <w:tab w:val="left" w:pos="9360"/>
        </w:tabs>
        <w:spacing w:line="276" w:lineRule="auto"/>
        <w:ind w:left="720" w:right="180"/>
        <w:jc w:val="both"/>
        <w:rPr>
          <w:rFonts w:ascii="Calibri" w:hAnsi="Calibri" w:cs="Calibri"/>
          <w:color w:val="auto"/>
          <w:sz w:val="22"/>
          <w:szCs w:val="22"/>
        </w:rPr>
      </w:pPr>
      <w:r w:rsidRPr="00C81224">
        <w:rPr>
          <w:rFonts w:ascii="Calibri" w:hAnsi="Calibri" w:cs="Calibri"/>
          <w:color w:val="auto"/>
          <w:sz w:val="22"/>
          <w:szCs w:val="22"/>
        </w:rPr>
        <w:t>Provided continued maintenance and development of bug fixes for the existing and new Power BI Reports.</w:t>
      </w:r>
    </w:p>
    <w:p w14:paraId="561BBD2A" w14:textId="77777777" w:rsidR="00182150" w:rsidRPr="00C81224" w:rsidRDefault="00182150" w:rsidP="00182150">
      <w:pPr>
        <w:pStyle w:val="ListParagraph"/>
        <w:tabs>
          <w:tab w:val="left" w:pos="9360"/>
        </w:tabs>
        <w:spacing w:line="276" w:lineRule="auto"/>
        <w:ind w:left="720" w:right="180"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D21C129" w14:textId="77777777" w:rsidR="00C802FF" w:rsidRPr="00C81224" w:rsidRDefault="00182150" w:rsidP="005843AB">
      <w:pPr>
        <w:tabs>
          <w:tab w:val="left" w:pos="9360"/>
        </w:tabs>
        <w:spacing w:after="120" w:line="276" w:lineRule="auto"/>
        <w:ind w:right="181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C81224">
        <w:rPr>
          <w:rStyle w:val="markedcontent"/>
          <w:rFonts w:ascii="Calibri" w:hAnsi="Calibri" w:cs="Calibri"/>
          <w:b/>
          <w:bCs/>
          <w:sz w:val="22"/>
          <w:szCs w:val="22"/>
        </w:rPr>
        <w:t>DECLARATION</w:t>
      </w:r>
      <w:r w:rsidR="005843AB" w:rsidRPr="00C81224">
        <w:rPr>
          <w:rStyle w:val="markedcontent"/>
          <w:rFonts w:ascii="Calibri" w:hAnsi="Calibri" w:cs="Calibri"/>
          <w:b/>
          <w:bCs/>
          <w:sz w:val="22"/>
          <w:szCs w:val="22"/>
        </w:rPr>
        <w:br/>
      </w:r>
      <w:r w:rsidRPr="00C81224">
        <w:rPr>
          <w:rFonts w:ascii="Calibri" w:hAnsi="Calibri" w:cs="Calibri"/>
          <w:b/>
          <w:bCs/>
          <w:sz w:val="22"/>
          <w:szCs w:val="22"/>
        </w:rPr>
        <w:br/>
      </w:r>
      <w:r w:rsidRPr="00C81224">
        <w:rPr>
          <w:rStyle w:val="markedcontent"/>
          <w:rFonts w:ascii="Calibri" w:hAnsi="Calibri" w:cs="Calibri"/>
          <w:sz w:val="22"/>
          <w:szCs w:val="22"/>
        </w:rPr>
        <w:t>I hereby declare that all the information furnished above is true to the best of my knowledge.</w:t>
      </w:r>
    </w:p>
    <w:p w14:paraId="585060E6" w14:textId="2FE586C4" w:rsidR="00182150" w:rsidRPr="00C81224" w:rsidRDefault="00182150" w:rsidP="005843AB">
      <w:pPr>
        <w:tabs>
          <w:tab w:val="left" w:pos="9360"/>
        </w:tabs>
        <w:spacing w:after="120" w:line="276" w:lineRule="auto"/>
        <w:ind w:right="181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C81224">
        <w:rPr>
          <w:rFonts w:ascii="Calibri" w:hAnsi="Calibri" w:cs="Calibri"/>
          <w:sz w:val="22"/>
          <w:szCs w:val="22"/>
        </w:rPr>
        <w:br/>
      </w:r>
      <w:r w:rsidRPr="00C81224">
        <w:rPr>
          <w:rStyle w:val="markedcontent"/>
          <w:rFonts w:ascii="Calibri" w:hAnsi="Calibri" w:cs="Calibri"/>
          <w:sz w:val="22"/>
          <w:szCs w:val="22"/>
        </w:rPr>
        <w:t>Date:</w:t>
      </w:r>
      <w:r w:rsidRPr="00C81224">
        <w:rPr>
          <w:rFonts w:ascii="Calibri" w:hAnsi="Calibri" w:cs="Calibri"/>
          <w:sz w:val="22"/>
          <w:szCs w:val="22"/>
        </w:rPr>
        <w:br/>
      </w:r>
      <w:r w:rsidRPr="00C81224">
        <w:rPr>
          <w:rStyle w:val="markedcontent"/>
          <w:rFonts w:ascii="Calibri" w:hAnsi="Calibri" w:cs="Calibri"/>
          <w:sz w:val="22"/>
          <w:szCs w:val="22"/>
        </w:rPr>
        <w:t xml:space="preserve">Location: </w:t>
      </w:r>
      <w:r w:rsidR="00D1638F" w:rsidRPr="00C81224">
        <w:rPr>
          <w:rStyle w:val="markedcontent"/>
          <w:rFonts w:ascii="Calibri" w:hAnsi="Calibri" w:cs="Calibri"/>
          <w:sz w:val="22"/>
          <w:szCs w:val="22"/>
        </w:rPr>
        <w:t>Hyderabad</w:t>
      </w:r>
      <w:r w:rsidR="00D1638F" w:rsidRPr="00C81224">
        <w:rPr>
          <w:rFonts w:ascii="Calibri" w:hAnsi="Calibri" w:cs="Calibri"/>
          <w:sz w:val="22"/>
          <w:szCs w:val="22"/>
        </w:rPr>
        <w:t>,</w:t>
      </w:r>
      <w:r w:rsidR="00D1638F" w:rsidRPr="00C81224">
        <w:rPr>
          <w:rStyle w:val="markedcontent"/>
          <w:rFonts w:ascii="Calibri" w:hAnsi="Calibri" w:cs="Calibri"/>
          <w:sz w:val="22"/>
          <w:szCs w:val="22"/>
        </w:rPr>
        <w:t xml:space="preserve"> Telangana</w:t>
      </w:r>
      <w:r w:rsidRPr="00C81224">
        <w:rPr>
          <w:rStyle w:val="markedcontent"/>
          <w:rFonts w:ascii="Calibri" w:hAnsi="Calibri" w:cs="Calibri"/>
          <w:sz w:val="22"/>
          <w:szCs w:val="22"/>
        </w:rPr>
        <w:t>, India.</w:t>
      </w:r>
    </w:p>
    <w:p w14:paraId="32E6432D" w14:textId="0DE41074" w:rsidR="00BB5A37" w:rsidRPr="00C81224" w:rsidRDefault="00BB5A37" w:rsidP="005843AB">
      <w:pPr>
        <w:tabs>
          <w:tab w:val="left" w:pos="9360"/>
        </w:tabs>
        <w:spacing w:after="120" w:line="276" w:lineRule="auto"/>
        <w:ind w:right="181"/>
        <w:jc w:val="both"/>
        <w:rPr>
          <w:rStyle w:val="Hyperlink"/>
          <w:rFonts w:ascii="Calibri" w:hAnsi="Calibri" w:cs="Calibri"/>
          <w:b/>
          <w:bCs/>
          <w:color w:val="404040" w:themeColor="text1" w:themeTint="BF"/>
          <w:sz w:val="22"/>
          <w:szCs w:val="22"/>
          <w:u w:val="none"/>
        </w:rPr>
      </w:pPr>
      <w:r w:rsidRPr="00C81224">
        <w:rPr>
          <w:rStyle w:val="markedcontent"/>
          <w:rFonts w:ascii="Calibri" w:hAnsi="Calibri" w:cs="Calibri"/>
          <w:b/>
          <w:bCs/>
          <w:sz w:val="22"/>
          <w:szCs w:val="22"/>
        </w:rPr>
        <w:t>Lakshmilavanya Juturi</w:t>
      </w:r>
    </w:p>
    <w:sectPr w:rsidR="00BB5A37" w:rsidRPr="00C81224" w:rsidSect="00A64920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709" w:right="758" w:bottom="567" w:left="851" w:header="284" w:footer="1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1A08C" w14:textId="77777777" w:rsidR="00D230E2" w:rsidRDefault="00D230E2">
      <w:pPr>
        <w:spacing w:after="0"/>
      </w:pPr>
      <w:r>
        <w:separator/>
      </w:r>
    </w:p>
  </w:endnote>
  <w:endnote w:type="continuationSeparator" w:id="0">
    <w:p w14:paraId="2B8FCC52" w14:textId="77777777" w:rsidR="00D230E2" w:rsidRDefault="00D230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DA9E3" w14:textId="77777777" w:rsidR="00294A2E" w:rsidRPr="006251C3" w:rsidRDefault="00294A2E" w:rsidP="00A64920">
    <w:pPr>
      <w:pStyle w:val="Footer"/>
      <w:spacing w:before="240" w:after="240"/>
      <w:rPr>
        <w:rFonts w:asciiTheme="majorHAnsi" w:hAnsiTheme="majorHAnsi"/>
        <w:color w:val="42558C" w:themeColor="accent1" w:themeShade="BF"/>
        <w:sz w:val="20"/>
        <w:lang w:val="en-A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DCFF6" w14:textId="77777777" w:rsidR="00294A2E" w:rsidRPr="0099058D" w:rsidRDefault="00294A2E" w:rsidP="0099058D">
    <w:pPr>
      <w:pStyle w:val="Footer"/>
      <w:spacing w:before="240"/>
      <w:rPr>
        <w:rFonts w:asciiTheme="majorHAnsi" w:hAnsiTheme="majorHAnsi"/>
        <w:i/>
        <w:color w:val="42558C" w:themeColor="accent1" w:themeShade="BF"/>
        <w:sz w:val="20"/>
      </w:rPr>
    </w:pPr>
    <w:r w:rsidRPr="0099058D">
      <w:rPr>
        <w:rFonts w:asciiTheme="majorHAnsi" w:hAnsiTheme="majorHAnsi"/>
        <w:i/>
        <w:color w:val="42558C" w:themeColor="accent1" w:themeShade="BF"/>
        <w:sz w:val="20"/>
      </w:rPr>
      <w:t>M</w:t>
    </w:r>
    <w:r>
      <w:rPr>
        <w:rFonts w:asciiTheme="majorHAnsi" w:hAnsiTheme="majorHAnsi"/>
        <w:i/>
        <w:color w:val="42558C" w:themeColor="accent1" w:themeShade="BF"/>
        <w:sz w:val="20"/>
      </w:rPr>
      <w:t>r</w:t>
    </w:r>
    <w:r w:rsidRPr="0099058D">
      <w:rPr>
        <w:rFonts w:asciiTheme="majorHAnsi" w:hAnsiTheme="majorHAnsi"/>
        <w:i/>
        <w:color w:val="42558C" w:themeColor="accent1" w:themeShade="BF"/>
        <w:sz w:val="20"/>
      </w:rPr>
      <w:t xml:space="preserve">. </w:t>
    </w:r>
    <w:r>
      <w:rPr>
        <w:rFonts w:asciiTheme="majorHAnsi" w:hAnsiTheme="majorHAnsi"/>
        <w:i/>
        <w:color w:val="42558C" w:themeColor="accent1" w:themeShade="BF"/>
        <w:sz w:val="20"/>
      </w:rPr>
      <w:t>Boram Lee</w:t>
    </w:r>
    <w:r w:rsidRPr="0099058D">
      <w:rPr>
        <w:rFonts w:asciiTheme="majorHAnsi" w:hAnsiTheme="majorHAnsi"/>
        <w:i/>
        <w:color w:val="42558C" w:themeColor="accent1" w:themeShade="BF"/>
        <w:sz w:val="20"/>
      </w:rPr>
      <w:t xml:space="preserve"> </w:t>
    </w:r>
    <w:r w:rsidRPr="0099058D">
      <w:rPr>
        <w:rFonts w:asciiTheme="majorHAnsi" w:hAnsiTheme="majorHAnsi"/>
        <w:i/>
        <w:color w:val="42558C" w:themeColor="accent1" w:themeShade="BF"/>
        <w:sz w:val="20"/>
      </w:rPr>
      <w:tab/>
      <w:t>T:  0416 000 126</w:t>
    </w:r>
    <w:r w:rsidRPr="0099058D">
      <w:rPr>
        <w:rFonts w:asciiTheme="majorHAnsi" w:hAnsiTheme="majorHAnsi"/>
        <w:i/>
        <w:color w:val="42558C" w:themeColor="accent1" w:themeShade="BF"/>
        <w:sz w:val="20"/>
      </w:rPr>
      <w:ptab w:relativeTo="margin" w:alignment="right" w:leader="none"/>
    </w:r>
    <w:r w:rsidRPr="0099058D">
      <w:rPr>
        <w:rFonts w:asciiTheme="majorHAnsi" w:hAnsiTheme="majorHAnsi"/>
        <w:i/>
        <w:color w:val="42558C" w:themeColor="accent1" w:themeShade="BF"/>
        <w:sz w:val="20"/>
      </w:rPr>
      <w:t xml:space="preserve">Page | </w:t>
    </w:r>
    <w:r w:rsidR="004B3247" w:rsidRPr="0099058D">
      <w:rPr>
        <w:rFonts w:asciiTheme="majorHAnsi" w:hAnsiTheme="majorHAnsi"/>
        <w:i/>
        <w:color w:val="42558C" w:themeColor="accent1" w:themeShade="BF"/>
        <w:sz w:val="20"/>
      </w:rPr>
      <w:fldChar w:fldCharType="begin"/>
    </w:r>
    <w:r w:rsidRPr="0099058D">
      <w:rPr>
        <w:rFonts w:asciiTheme="majorHAnsi" w:hAnsiTheme="majorHAnsi"/>
        <w:i/>
        <w:color w:val="42558C" w:themeColor="accent1" w:themeShade="BF"/>
        <w:sz w:val="20"/>
      </w:rPr>
      <w:instrText xml:space="preserve"> PAGE   \* MERGEFORMAT </w:instrText>
    </w:r>
    <w:r w:rsidR="004B3247" w:rsidRPr="0099058D">
      <w:rPr>
        <w:rFonts w:asciiTheme="majorHAnsi" w:hAnsiTheme="majorHAnsi"/>
        <w:i/>
        <w:color w:val="42558C" w:themeColor="accent1" w:themeShade="BF"/>
        <w:sz w:val="20"/>
      </w:rPr>
      <w:fldChar w:fldCharType="separate"/>
    </w:r>
    <w:r>
      <w:rPr>
        <w:rFonts w:asciiTheme="majorHAnsi" w:hAnsiTheme="majorHAnsi"/>
        <w:i/>
        <w:noProof/>
        <w:color w:val="42558C" w:themeColor="accent1" w:themeShade="BF"/>
        <w:sz w:val="20"/>
      </w:rPr>
      <w:t>1</w:t>
    </w:r>
    <w:r w:rsidR="004B3247" w:rsidRPr="0099058D">
      <w:rPr>
        <w:rFonts w:asciiTheme="majorHAnsi" w:hAnsiTheme="majorHAnsi"/>
        <w:i/>
        <w:noProof/>
        <w:color w:val="42558C" w:themeColor="accent1" w:themeShade="BF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94A79" w14:textId="77777777" w:rsidR="00D230E2" w:rsidRDefault="00D230E2">
      <w:pPr>
        <w:spacing w:after="0"/>
      </w:pPr>
      <w:r>
        <w:separator/>
      </w:r>
    </w:p>
  </w:footnote>
  <w:footnote w:type="continuationSeparator" w:id="0">
    <w:p w14:paraId="20DC09F4" w14:textId="77777777" w:rsidR="00D230E2" w:rsidRDefault="00D230E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80DF36EEF3324D009BA6EE875D0EC121"/>
      </w:placeholder>
      <w:temporary/>
      <w:showingPlcHdr/>
      <w15:appearance w15:val="hidden"/>
    </w:sdtPr>
    <w:sdtEndPr/>
    <w:sdtContent>
      <w:p w14:paraId="5B6569FF" w14:textId="77777777" w:rsidR="006E5139" w:rsidRDefault="006E5139">
        <w:pPr>
          <w:pStyle w:val="Header"/>
        </w:pPr>
        <w:r>
          <w:t>[Type here]</w:t>
        </w:r>
      </w:p>
    </w:sdtContent>
  </w:sdt>
  <w:p w14:paraId="596AA68E" w14:textId="77777777" w:rsidR="006E5139" w:rsidRDefault="006E51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AF940" w14:textId="77777777" w:rsidR="00294A2E" w:rsidRPr="00FB17F8" w:rsidRDefault="00294A2E" w:rsidP="00FB17F8">
    <w:pPr>
      <w:spacing w:after="0"/>
      <w:jc w:val="center"/>
      <w:rPr>
        <w:color w:val="2F5897" w:themeColor="tex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73386"/>
    <w:multiLevelType w:val="hybridMultilevel"/>
    <w:tmpl w:val="942E36D2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A55192C"/>
    <w:multiLevelType w:val="hybridMultilevel"/>
    <w:tmpl w:val="E612E900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213910"/>
    <w:multiLevelType w:val="hybridMultilevel"/>
    <w:tmpl w:val="D8BE8C8A"/>
    <w:lvl w:ilvl="0" w:tplc="04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-5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4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41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33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-2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-1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-1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-519" w:hanging="360"/>
      </w:pPr>
      <w:rPr>
        <w:rFonts w:ascii="Wingdings" w:hAnsi="Wingdings" w:hint="default"/>
      </w:rPr>
    </w:lvl>
  </w:abstractNum>
  <w:abstractNum w:abstractNumId="3" w15:restartNumberingAfterBreak="0">
    <w:nsid w:val="452A309A"/>
    <w:multiLevelType w:val="hybridMultilevel"/>
    <w:tmpl w:val="76CC0C7A"/>
    <w:lvl w:ilvl="0" w:tplc="04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53678AA"/>
    <w:multiLevelType w:val="hybridMultilevel"/>
    <w:tmpl w:val="15D4E0E4"/>
    <w:lvl w:ilvl="0" w:tplc="0409000B">
      <w:start w:val="1"/>
      <w:numFmt w:val="bullet"/>
      <w:lvlText w:val=""/>
      <w:lvlJc w:val="left"/>
      <w:pPr>
        <w:ind w:left="144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5" w15:restartNumberingAfterBreak="0">
    <w:nsid w:val="6D727BE7"/>
    <w:multiLevelType w:val="hybridMultilevel"/>
    <w:tmpl w:val="22CC683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E0F1008"/>
    <w:multiLevelType w:val="multilevel"/>
    <w:tmpl w:val="8B98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FF2A89"/>
    <w:multiLevelType w:val="hybridMultilevel"/>
    <w:tmpl w:val="FC10A43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F8"/>
    <w:rsid w:val="00000AC7"/>
    <w:rsid w:val="00007A08"/>
    <w:rsid w:val="00023DEC"/>
    <w:rsid w:val="00033886"/>
    <w:rsid w:val="00036179"/>
    <w:rsid w:val="000361C8"/>
    <w:rsid w:val="000370D2"/>
    <w:rsid w:val="00041481"/>
    <w:rsid w:val="00045F34"/>
    <w:rsid w:val="00062126"/>
    <w:rsid w:val="000671D1"/>
    <w:rsid w:val="00070A2A"/>
    <w:rsid w:val="00077A60"/>
    <w:rsid w:val="000A1DB0"/>
    <w:rsid w:val="000A297C"/>
    <w:rsid w:val="000B3797"/>
    <w:rsid w:val="000B505E"/>
    <w:rsid w:val="000D7F81"/>
    <w:rsid w:val="001123DC"/>
    <w:rsid w:val="0012581C"/>
    <w:rsid w:val="0013381F"/>
    <w:rsid w:val="00134D52"/>
    <w:rsid w:val="001641F0"/>
    <w:rsid w:val="00166E6A"/>
    <w:rsid w:val="00176FD5"/>
    <w:rsid w:val="001814CB"/>
    <w:rsid w:val="00182150"/>
    <w:rsid w:val="00194848"/>
    <w:rsid w:val="001B728C"/>
    <w:rsid w:val="001D0F28"/>
    <w:rsid w:val="001D57E8"/>
    <w:rsid w:val="00212992"/>
    <w:rsid w:val="0021580E"/>
    <w:rsid w:val="0022173B"/>
    <w:rsid w:val="00222FC0"/>
    <w:rsid w:val="00240788"/>
    <w:rsid w:val="00252E32"/>
    <w:rsid w:val="002641FD"/>
    <w:rsid w:val="002941C1"/>
    <w:rsid w:val="00294A2E"/>
    <w:rsid w:val="002A3912"/>
    <w:rsid w:val="002B57AB"/>
    <w:rsid w:val="002C6113"/>
    <w:rsid w:val="002D20DE"/>
    <w:rsid w:val="002D4C9D"/>
    <w:rsid w:val="002D673C"/>
    <w:rsid w:val="002E1DED"/>
    <w:rsid w:val="002F100D"/>
    <w:rsid w:val="00316A3E"/>
    <w:rsid w:val="00317424"/>
    <w:rsid w:val="0032284E"/>
    <w:rsid w:val="00326F45"/>
    <w:rsid w:val="00351470"/>
    <w:rsid w:val="003826E0"/>
    <w:rsid w:val="00391016"/>
    <w:rsid w:val="003B6DC3"/>
    <w:rsid w:val="003C7B2E"/>
    <w:rsid w:val="003E6BC3"/>
    <w:rsid w:val="003E6DE0"/>
    <w:rsid w:val="00410346"/>
    <w:rsid w:val="00410529"/>
    <w:rsid w:val="004304DC"/>
    <w:rsid w:val="00443586"/>
    <w:rsid w:val="00457863"/>
    <w:rsid w:val="0046554E"/>
    <w:rsid w:val="0048665B"/>
    <w:rsid w:val="004921ED"/>
    <w:rsid w:val="004B2165"/>
    <w:rsid w:val="004B3247"/>
    <w:rsid w:val="004C3B0F"/>
    <w:rsid w:val="004E1486"/>
    <w:rsid w:val="004E4760"/>
    <w:rsid w:val="004F4791"/>
    <w:rsid w:val="004F61FF"/>
    <w:rsid w:val="005035A2"/>
    <w:rsid w:val="00504A7D"/>
    <w:rsid w:val="00507026"/>
    <w:rsid w:val="005112FA"/>
    <w:rsid w:val="00511770"/>
    <w:rsid w:val="00516DF4"/>
    <w:rsid w:val="00521D77"/>
    <w:rsid w:val="0053349D"/>
    <w:rsid w:val="005431B3"/>
    <w:rsid w:val="00552CF3"/>
    <w:rsid w:val="00570764"/>
    <w:rsid w:val="005843AB"/>
    <w:rsid w:val="005C59B8"/>
    <w:rsid w:val="005D2A53"/>
    <w:rsid w:val="005D681C"/>
    <w:rsid w:val="00601AF1"/>
    <w:rsid w:val="006251C3"/>
    <w:rsid w:val="00633671"/>
    <w:rsid w:val="00645DC6"/>
    <w:rsid w:val="00646220"/>
    <w:rsid w:val="0065487A"/>
    <w:rsid w:val="006550BE"/>
    <w:rsid w:val="00662320"/>
    <w:rsid w:val="006709C3"/>
    <w:rsid w:val="00677616"/>
    <w:rsid w:val="006A3CC6"/>
    <w:rsid w:val="006B5A29"/>
    <w:rsid w:val="006D1FB3"/>
    <w:rsid w:val="006D6A2C"/>
    <w:rsid w:val="006E0A35"/>
    <w:rsid w:val="006E5139"/>
    <w:rsid w:val="006E57A7"/>
    <w:rsid w:val="006F617D"/>
    <w:rsid w:val="00701B55"/>
    <w:rsid w:val="007069E3"/>
    <w:rsid w:val="00740E1B"/>
    <w:rsid w:val="007454BD"/>
    <w:rsid w:val="007500A3"/>
    <w:rsid w:val="0075283D"/>
    <w:rsid w:val="0075590B"/>
    <w:rsid w:val="0077372C"/>
    <w:rsid w:val="007826CC"/>
    <w:rsid w:val="00795B9D"/>
    <w:rsid w:val="007966B1"/>
    <w:rsid w:val="007A1EE1"/>
    <w:rsid w:val="007C6401"/>
    <w:rsid w:val="007C6AE0"/>
    <w:rsid w:val="007C7E53"/>
    <w:rsid w:val="007D18A6"/>
    <w:rsid w:val="007F01B1"/>
    <w:rsid w:val="007F61D7"/>
    <w:rsid w:val="007F7E42"/>
    <w:rsid w:val="0081458B"/>
    <w:rsid w:val="00820042"/>
    <w:rsid w:val="00865CE1"/>
    <w:rsid w:val="00876781"/>
    <w:rsid w:val="00882F1B"/>
    <w:rsid w:val="008943BD"/>
    <w:rsid w:val="00895024"/>
    <w:rsid w:val="00896D81"/>
    <w:rsid w:val="008A05AB"/>
    <w:rsid w:val="008A3267"/>
    <w:rsid w:val="008D74AC"/>
    <w:rsid w:val="008E1D52"/>
    <w:rsid w:val="008E7DA0"/>
    <w:rsid w:val="00926561"/>
    <w:rsid w:val="00941EA7"/>
    <w:rsid w:val="009423E8"/>
    <w:rsid w:val="00960B82"/>
    <w:rsid w:val="009638CE"/>
    <w:rsid w:val="0096784A"/>
    <w:rsid w:val="0099058D"/>
    <w:rsid w:val="009C7031"/>
    <w:rsid w:val="009D5285"/>
    <w:rsid w:val="009E65E2"/>
    <w:rsid w:val="009F3984"/>
    <w:rsid w:val="009F524B"/>
    <w:rsid w:val="00A07608"/>
    <w:rsid w:val="00A200C6"/>
    <w:rsid w:val="00A2042C"/>
    <w:rsid w:val="00A20527"/>
    <w:rsid w:val="00A474DF"/>
    <w:rsid w:val="00A50837"/>
    <w:rsid w:val="00A5430F"/>
    <w:rsid w:val="00A5501E"/>
    <w:rsid w:val="00A5633E"/>
    <w:rsid w:val="00A605AD"/>
    <w:rsid w:val="00A64694"/>
    <w:rsid w:val="00A64920"/>
    <w:rsid w:val="00A71EA5"/>
    <w:rsid w:val="00A750F8"/>
    <w:rsid w:val="00A75AE1"/>
    <w:rsid w:val="00A94294"/>
    <w:rsid w:val="00A96B75"/>
    <w:rsid w:val="00AB0CA7"/>
    <w:rsid w:val="00AB2FD9"/>
    <w:rsid w:val="00AB6D3E"/>
    <w:rsid w:val="00AC1167"/>
    <w:rsid w:val="00AD1427"/>
    <w:rsid w:val="00AD383B"/>
    <w:rsid w:val="00AE4940"/>
    <w:rsid w:val="00AF6E2F"/>
    <w:rsid w:val="00B11901"/>
    <w:rsid w:val="00B25D1A"/>
    <w:rsid w:val="00B30559"/>
    <w:rsid w:val="00B456CB"/>
    <w:rsid w:val="00B46148"/>
    <w:rsid w:val="00B53154"/>
    <w:rsid w:val="00B55B90"/>
    <w:rsid w:val="00B6161B"/>
    <w:rsid w:val="00B63049"/>
    <w:rsid w:val="00B80DC4"/>
    <w:rsid w:val="00B81214"/>
    <w:rsid w:val="00BA5FC4"/>
    <w:rsid w:val="00BB5A37"/>
    <w:rsid w:val="00BD3AC8"/>
    <w:rsid w:val="00BD4240"/>
    <w:rsid w:val="00BE2F3A"/>
    <w:rsid w:val="00C00BDA"/>
    <w:rsid w:val="00C02CE3"/>
    <w:rsid w:val="00C10AF7"/>
    <w:rsid w:val="00C132C6"/>
    <w:rsid w:val="00C1786E"/>
    <w:rsid w:val="00C36037"/>
    <w:rsid w:val="00C54C86"/>
    <w:rsid w:val="00C6002B"/>
    <w:rsid w:val="00C7180F"/>
    <w:rsid w:val="00C802FF"/>
    <w:rsid w:val="00C81224"/>
    <w:rsid w:val="00C902CC"/>
    <w:rsid w:val="00C90D27"/>
    <w:rsid w:val="00C943DE"/>
    <w:rsid w:val="00CB1124"/>
    <w:rsid w:val="00CB5DF7"/>
    <w:rsid w:val="00CC4471"/>
    <w:rsid w:val="00CC6477"/>
    <w:rsid w:val="00CD20A7"/>
    <w:rsid w:val="00CD262A"/>
    <w:rsid w:val="00CD4EDD"/>
    <w:rsid w:val="00CE3B7F"/>
    <w:rsid w:val="00CF06BF"/>
    <w:rsid w:val="00D04C4A"/>
    <w:rsid w:val="00D1638F"/>
    <w:rsid w:val="00D230E2"/>
    <w:rsid w:val="00D30377"/>
    <w:rsid w:val="00D442B3"/>
    <w:rsid w:val="00D44D4A"/>
    <w:rsid w:val="00D543CB"/>
    <w:rsid w:val="00D57F44"/>
    <w:rsid w:val="00D769F9"/>
    <w:rsid w:val="00D80F4A"/>
    <w:rsid w:val="00D82158"/>
    <w:rsid w:val="00DA28DC"/>
    <w:rsid w:val="00DA62E5"/>
    <w:rsid w:val="00DB1FB3"/>
    <w:rsid w:val="00DB35F0"/>
    <w:rsid w:val="00DB453B"/>
    <w:rsid w:val="00DB7865"/>
    <w:rsid w:val="00DC0DA1"/>
    <w:rsid w:val="00DC1CEB"/>
    <w:rsid w:val="00DC4B10"/>
    <w:rsid w:val="00DD0B73"/>
    <w:rsid w:val="00DD2210"/>
    <w:rsid w:val="00DD4CF4"/>
    <w:rsid w:val="00DD6B86"/>
    <w:rsid w:val="00DE25AF"/>
    <w:rsid w:val="00DE397F"/>
    <w:rsid w:val="00DE4762"/>
    <w:rsid w:val="00DF4067"/>
    <w:rsid w:val="00DF6952"/>
    <w:rsid w:val="00E0060E"/>
    <w:rsid w:val="00E308EF"/>
    <w:rsid w:val="00E3363A"/>
    <w:rsid w:val="00E40EA2"/>
    <w:rsid w:val="00E52E15"/>
    <w:rsid w:val="00E55D82"/>
    <w:rsid w:val="00E64DE9"/>
    <w:rsid w:val="00E70B66"/>
    <w:rsid w:val="00E878BF"/>
    <w:rsid w:val="00E91058"/>
    <w:rsid w:val="00EA4A26"/>
    <w:rsid w:val="00ED648C"/>
    <w:rsid w:val="00ED6578"/>
    <w:rsid w:val="00F00F35"/>
    <w:rsid w:val="00F13A00"/>
    <w:rsid w:val="00F16E49"/>
    <w:rsid w:val="00F31290"/>
    <w:rsid w:val="00F44401"/>
    <w:rsid w:val="00F65BB4"/>
    <w:rsid w:val="00F7036B"/>
    <w:rsid w:val="00F876EF"/>
    <w:rsid w:val="00F92B81"/>
    <w:rsid w:val="00F96995"/>
    <w:rsid w:val="00F9717A"/>
    <w:rsid w:val="00FA6BCA"/>
    <w:rsid w:val="00FB17F8"/>
    <w:rsid w:val="00FB2650"/>
    <w:rsid w:val="00FD0534"/>
    <w:rsid w:val="00FD517D"/>
    <w:rsid w:val="00FD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80AE0"/>
  <w15:docId w15:val="{6D0AC29B-AE4D-497A-9CE0-698E892FE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F8"/>
    <w:pPr>
      <w:spacing w:after="280" w:line="240" w:lineRule="auto"/>
    </w:pPr>
    <w:rPr>
      <w:rFonts w:eastAsiaTheme="minorHAnsi"/>
      <w:color w:val="404040" w:themeColor="text1" w:themeTint="BF"/>
      <w:sz w:val="18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5F0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Cs/>
      <w:color w:val="2F5897" w:themeColor="text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35F0"/>
    <w:pPr>
      <w:keepNext/>
      <w:keepLines/>
      <w:spacing w:before="120" w:after="0"/>
      <w:outlineLvl w:val="1"/>
    </w:pPr>
    <w:rPr>
      <w:rFonts w:eastAsiaTheme="majorEastAsia" w:cstheme="majorBidi"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35F0"/>
    <w:pPr>
      <w:keepNext/>
      <w:keepLines/>
      <w:spacing w:before="20" w:after="0"/>
      <w:outlineLvl w:val="2"/>
    </w:pPr>
    <w:rPr>
      <w:rFonts w:asciiTheme="majorHAnsi" w:eastAsiaTheme="majorEastAsia" w:hAnsiTheme="majorHAnsi" w:cstheme="majorBidi"/>
      <w:bCs/>
      <w:i/>
      <w:color w:val="000000"/>
      <w:sz w:val="23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35F0"/>
    <w:pPr>
      <w:keepNext/>
      <w:keepLines/>
      <w:spacing w:before="200" w:after="0" w:line="264" w:lineRule="auto"/>
      <w:outlineLvl w:val="3"/>
    </w:pPr>
    <w:rPr>
      <w:rFonts w:asciiTheme="majorHAnsi" w:eastAsiaTheme="majorEastAsia" w:hAnsiTheme="majorHAnsi" w:cstheme="majorBidi"/>
      <w:bCs/>
      <w:i/>
      <w:iCs/>
      <w:color w:val="000000"/>
      <w:sz w:val="23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35F0"/>
    <w:pPr>
      <w:keepNext/>
      <w:keepLines/>
      <w:spacing w:before="200" w:after="0" w:line="26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35F0"/>
    <w:pPr>
      <w:keepNext/>
      <w:keepLines/>
      <w:spacing w:before="200" w:after="0" w:line="264" w:lineRule="auto"/>
      <w:outlineLvl w:val="5"/>
    </w:pPr>
    <w:rPr>
      <w:rFonts w:asciiTheme="majorHAnsi" w:eastAsiaTheme="majorEastAsia" w:hAnsiTheme="majorHAnsi" w:cstheme="majorBidi"/>
      <w:i/>
      <w:iCs/>
      <w:color w:val="000000"/>
      <w:sz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35F0"/>
    <w:pPr>
      <w:keepNext/>
      <w:keepLines/>
      <w:spacing w:before="200" w:after="0" w:line="26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35F0"/>
    <w:pPr>
      <w:keepNext/>
      <w:keepLines/>
      <w:spacing w:before="200" w:after="0" w:line="264" w:lineRule="auto"/>
      <w:outlineLvl w:val="7"/>
    </w:pPr>
    <w:rPr>
      <w:rFonts w:asciiTheme="majorHAnsi" w:eastAsiaTheme="majorEastAsia" w:hAnsiTheme="majorHAnsi" w:cstheme="majorBidi"/>
      <w:color w:val="000000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35F0"/>
    <w:pPr>
      <w:keepNext/>
      <w:keepLines/>
      <w:spacing w:before="200" w:after="0" w:line="26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DB35F0"/>
    <w:pPr>
      <w:spacing w:after="0" w:line="240" w:lineRule="auto"/>
    </w:pPr>
    <w:tblPr/>
    <w:tblStylePr w:type="firstRow">
      <w:rPr>
        <w:rFonts w:ascii="Aharoni" w:hAnsi="Aharoni"/>
        <w:b/>
        <w:sz w:val="36"/>
      </w:rPr>
    </w:tblStylePr>
  </w:style>
  <w:style w:type="paragraph" w:styleId="ListParagraph">
    <w:name w:val="List Paragraph"/>
    <w:basedOn w:val="Normal"/>
    <w:uiPriority w:val="34"/>
    <w:qFormat/>
    <w:rsid w:val="00DB35F0"/>
    <w:pPr>
      <w:spacing w:after="160"/>
      <w:ind w:left="1008" w:hanging="288"/>
      <w:contextualSpacing/>
    </w:pPr>
    <w:rPr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DB35F0"/>
    <w:rPr>
      <w:rFonts w:asciiTheme="majorHAnsi" w:eastAsiaTheme="majorEastAsia" w:hAnsiTheme="majorHAnsi" w:cstheme="majorBidi"/>
      <w:bCs/>
      <w:color w:val="2F5897" w:themeColor="text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35F0"/>
    <w:rPr>
      <w:rFonts w:eastAsiaTheme="majorEastAsia" w:cstheme="majorBidi"/>
      <w:bCs/>
      <w:color w:val="404040" w:themeColor="text1" w:themeTint="BF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35F0"/>
    <w:rPr>
      <w:rFonts w:asciiTheme="majorHAnsi" w:eastAsiaTheme="majorEastAsia" w:hAnsiTheme="majorHAnsi" w:cstheme="majorBidi"/>
      <w:bCs/>
      <w:i/>
      <w:color w:val="000000"/>
      <w:sz w:val="23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35F0"/>
    <w:rPr>
      <w:rFonts w:asciiTheme="majorHAnsi" w:eastAsiaTheme="majorEastAsia" w:hAnsiTheme="majorHAnsi" w:cstheme="majorBidi"/>
      <w:bCs/>
      <w:i/>
      <w:iCs/>
      <w:color w:val="000000"/>
      <w:sz w:val="23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35F0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35F0"/>
    <w:rPr>
      <w:rFonts w:asciiTheme="majorHAnsi" w:eastAsiaTheme="majorEastAsia" w:hAnsiTheme="majorHAnsi" w:cstheme="majorBidi"/>
      <w:i/>
      <w:iCs/>
      <w:color w:val="000000"/>
      <w:sz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35F0"/>
    <w:rPr>
      <w:rFonts w:asciiTheme="majorHAnsi" w:eastAsiaTheme="majorEastAsia" w:hAnsiTheme="majorHAnsi" w:cstheme="majorBidi"/>
      <w:i/>
      <w:iCs/>
      <w:color w:val="000000"/>
      <w:sz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35F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35F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35F0"/>
    <w:rPr>
      <w:b/>
      <w:bCs/>
      <w:color w:val="2F5897" w:themeColor="text2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B35F0"/>
    <w:pPr>
      <w:spacing w:after="120"/>
      <w:contextualSpacing/>
      <w:jc w:val="center"/>
    </w:pPr>
    <w:rPr>
      <w:rFonts w:asciiTheme="majorHAnsi" w:eastAsiaTheme="majorEastAsia" w:hAnsiTheme="majorHAnsi" w:cstheme="majorBidi"/>
      <w:color w:val="2F5897" w:themeColor="text2"/>
      <w:spacing w:val="5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35F0"/>
    <w:rPr>
      <w:rFonts w:asciiTheme="majorHAnsi" w:eastAsiaTheme="majorEastAsia" w:hAnsiTheme="majorHAnsi" w:cstheme="majorBidi"/>
      <w:color w:val="2F5897" w:themeColor="text2"/>
      <w:spacing w:val="5"/>
      <w:kern w:val="28"/>
      <w:sz w:val="6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35F0"/>
    <w:pPr>
      <w:numPr>
        <w:ilvl w:val="1"/>
      </w:numPr>
    </w:pPr>
    <w:rPr>
      <w:rFonts w:eastAsiaTheme="majorEastAsia" w:cstheme="majorBidi"/>
      <w:iCs/>
      <w:color w:val="00000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B35F0"/>
    <w:rPr>
      <w:rFonts w:eastAsiaTheme="majorEastAsia" w:cstheme="majorBidi"/>
      <w:iCs/>
      <w:color w:val="000000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B35F0"/>
    <w:rPr>
      <w:b/>
      <w:bCs/>
    </w:rPr>
  </w:style>
  <w:style w:type="character" w:styleId="Emphasis">
    <w:name w:val="Emphasis"/>
    <w:basedOn w:val="DefaultParagraphFont"/>
    <w:uiPriority w:val="20"/>
    <w:qFormat/>
    <w:rsid w:val="00DB35F0"/>
    <w:rPr>
      <w:i/>
      <w:iCs/>
      <w:color w:val="000000"/>
    </w:rPr>
  </w:style>
  <w:style w:type="paragraph" w:styleId="NoSpacing">
    <w:name w:val="No Spacing"/>
    <w:link w:val="NoSpacingChar"/>
    <w:uiPriority w:val="1"/>
    <w:qFormat/>
    <w:rsid w:val="00DB35F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B35F0"/>
    <w:pPr>
      <w:spacing w:before="160" w:after="160" w:line="300" w:lineRule="auto"/>
      <w:ind w:left="144" w:right="144"/>
      <w:jc w:val="center"/>
    </w:pPr>
    <w:rPr>
      <w:rFonts w:asciiTheme="majorHAnsi" w:hAnsiTheme="majorHAnsi"/>
      <w:i/>
      <w:iCs/>
      <w:color w:val="000000"/>
      <w:sz w:val="24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DB35F0"/>
    <w:rPr>
      <w:rFonts w:asciiTheme="majorHAnsi" w:hAnsiTheme="majorHAnsi"/>
      <w:i/>
      <w:iCs/>
      <w:color w:val="000000"/>
      <w:sz w:val="24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35F0"/>
    <w:pPr>
      <w:pBdr>
        <w:top w:val="single" w:sz="36" w:space="8" w:color="6076B4" w:themeColor="accent1"/>
        <w:left w:val="single" w:sz="36" w:space="8" w:color="6076B4" w:themeColor="accent1"/>
        <w:bottom w:val="single" w:sz="36" w:space="8" w:color="6076B4" w:themeColor="accent1"/>
        <w:right w:val="single" w:sz="36" w:space="8" w:color="6076B4" w:themeColor="accent1"/>
      </w:pBdr>
      <w:shd w:val="clear" w:color="auto" w:fill="6076B4" w:themeFill="accent1"/>
      <w:spacing w:before="200" w:line="300" w:lineRule="auto"/>
      <w:ind w:left="936" w:right="936"/>
      <w:jc w:val="center"/>
    </w:pPr>
    <w:rPr>
      <w:rFonts w:asciiTheme="majorHAnsi" w:eastAsiaTheme="majorEastAsia" w:hAnsiTheme="majorHAnsi"/>
      <w:bCs/>
      <w:i/>
      <w:iCs/>
      <w:color w:val="000000"/>
      <w:sz w:val="24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35F0"/>
    <w:rPr>
      <w:rFonts w:asciiTheme="majorHAnsi" w:eastAsiaTheme="majorEastAsia" w:hAnsiTheme="majorHAnsi"/>
      <w:bCs/>
      <w:i/>
      <w:iCs/>
      <w:color w:val="000000"/>
      <w:sz w:val="24"/>
      <w:shd w:val="clear" w:color="auto" w:fill="6076B4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DB35F0"/>
    <w:rPr>
      <w:i/>
      <w:iCs/>
      <w:color w:val="000000"/>
    </w:rPr>
  </w:style>
  <w:style w:type="character" w:styleId="IntenseEmphasis">
    <w:name w:val="Intense Emphasis"/>
    <w:aliases w:val="Subsection Intense Emphasis"/>
    <w:basedOn w:val="DefaultParagraphFont"/>
    <w:uiPriority w:val="21"/>
    <w:qFormat/>
    <w:rsid w:val="00DB35F0"/>
    <w:rPr>
      <w:b/>
      <w:bCs/>
      <w:i/>
      <w:iCs/>
      <w:caps w:val="0"/>
      <w:smallCaps w:val="0"/>
      <w:color w:val="6076B4" w:themeColor="accent1"/>
    </w:rPr>
  </w:style>
  <w:style w:type="character" w:styleId="SubtleReference">
    <w:name w:val="Subtle Reference"/>
    <w:basedOn w:val="DefaultParagraphFont"/>
    <w:uiPriority w:val="31"/>
    <w:qFormat/>
    <w:rsid w:val="00DB35F0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DB35F0"/>
    <w:rPr>
      <w:b/>
      <w:bCs/>
      <w:caps w:val="0"/>
      <w:smallCaps w:val="0"/>
      <w:color w:val="000000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B35F0"/>
    <w:rPr>
      <w:b/>
      <w:bCs/>
      <w:caps w:val="0"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B35F0"/>
    <w:pPr>
      <w:spacing w:before="480" w:line="276" w:lineRule="auto"/>
      <w:outlineLvl w:val="9"/>
    </w:pPr>
    <w:rPr>
      <w:b/>
      <w:i/>
      <w:szCs w:val="28"/>
    </w:rPr>
  </w:style>
  <w:style w:type="character" w:styleId="PlaceholderText">
    <w:name w:val="Placeholder Text"/>
    <w:basedOn w:val="DefaultParagraphFont"/>
    <w:uiPriority w:val="99"/>
    <w:rsid w:val="00DB35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5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5F0"/>
    <w:rPr>
      <w:rFonts w:ascii="Tahoma" w:hAnsi="Tahoma" w:cs="Tahoma"/>
      <w:sz w:val="16"/>
      <w:szCs w:val="16"/>
    </w:rPr>
  </w:style>
  <w:style w:type="paragraph" w:customStyle="1" w:styleId="SectionHeading">
    <w:name w:val="Section Heading"/>
    <w:basedOn w:val="Heading1"/>
    <w:next w:val="Normal"/>
    <w:uiPriority w:val="1"/>
    <w:qFormat/>
    <w:rsid w:val="00DB35F0"/>
    <w:pPr>
      <w:spacing w:before="300"/>
    </w:pPr>
  </w:style>
  <w:style w:type="character" w:customStyle="1" w:styleId="NoSpacingChar">
    <w:name w:val="No Spacing Char"/>
    <w:basedOn w:val="DefaultParagraphFont"/>
    <w:link w:val="NoSpacing"/>
    <w:uiPriority w:val="1"/>
    <w:rsid w:val="00DB35F0"/>
  </w:style>
  <w:style w:type="paragraph" w:customStyle="1" w:styleId="Subsection">
    <w:name w:val="Subsection"/>
    <w:basedOn w:val="Heading2"/>
    <w:rsid w:val="00DB35F0"/>
    <w:pPr>
      <w:spacing w:before="0"/>
    </w:pPr>
  </w:style>
  <w:style w:type="paragraph" w:customStyle="1" w:styleId="SubsectionDate">
    <w:name w:val="Subsection Date"/>
    <w:basedOn w:val="Normal"/>
    <w:rsid w:val="00DB35F0"/>
    <w:pPr>
      <w:spacing w:after="0"/>
    </w:pPr>
    <w:rPr>
      <w:color w:val="6076B4" w:themeColor="accent1"/>
    </w:rPr>
  </w:style>
  <w:style w:type="paragraph" w:styleId="Header">
    <w:name w:val="header"/>
    <w:basedOn w:val="Normal"/>
    <w:link w:val="HeaderChar"/>
    <w:uiPriority w:val="99"/>
    <w:unhideWhenUsed/>
    <w:rsid w:val="00DB35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B35F0"/>
  </w:style>
  <w:style w:type="paragraph" w:styleId="Footer">
    <w:name w:val="footer"/>
    <w:basedOn w:val="Normal"/>
    <w:link w:val="FooterChar"/>
    <w:uiPriority w:val="99"/>
    <w:unhideWhenUsed/>
    <w:rsid w:val="00DB35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35F0"/>
  </w:style>
  <w:style w:type="table" w:styleId="TableGrid">
    <w:name w:val="Table Grid"/>
    <w:basedOn w:val="TableNormal"/>
    <w:uiPriority w:val="59"/>
    <w:rsid w:val="00DB3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64DE9"/>
    <w:rPr>
      <w:color w:val="3399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D57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57E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57E8"/>
    <w:rPr>
      <w:rFonts w:eastAsiaTheme="minorHAnsi"/>
      <w:color w:val="404040" w:themeColor="text1" w:themeTint="BF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57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57E8"/>
    <w:rPr>
      <w:rFonts w:eastAsiaTheme="minorHAnsi"/>
      <w:b/>
      <w:bCs/>
      <w:color w:val="404040" w:themeColor="text1" w:themeTint="BF"/>
      <w:sz w:val="20"/>
      <w:szCs w:val="20"/>
      <w:lang w:eastAsia="ja-JP"/>
    </w:rPr>
  </w:style>
  <w:style w:type="paragraph" w:styleId="Revision">
    <w:name w:val="Revision"/>
    <w:hidden/>
    <w:uiPriority w:val="99"/>
    <w:semiHidden/>
    <w:rsid w:val="001D57E8"/>
    <w:pPr>
      <w:spacing w:after="0" w:line="240" w:lineRule="auto"/>
    </w:pPr>
    <w:rPr>
      <w:rFonts w:eastAsiaTheme="minorHAnsi"/>
      <w:color w:val="404040" w:themeColor="text1" w:themeTint="BF"/>
      <w:sz w:val="18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F9699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val="en-IN" w:eastAsia="en-IN"/>
    </w:rPr>
  </w:style>
  <w:style w:type="character" w:customStyle="1" w:styleId="markedcontent">
    <w:name w:val="markedcontent"/>
    <w:basedOn w:val="DefaultParagraphFont"/>
    <w:rsid w:val="00182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0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nty\AppData\Roaming\Microsoft\Templates\Resume%20(Executiv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A80CDC1C1DB4B859CC076ACC4049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E79A1-17F3-44A1-8DC5-6983B2D9DAB6}"/>
      </w:docPartPr>
      <w:docPartBody>
        <w:p w:rsidR="00AC45F1" w:rsidRDefault="00AB37BA" w:rsidP="00AB37BA">
          <w:pPr>
            <w:pStyle w:val="6A80CDC1C1DB4B859CC076ACC4049503"/>
          </w:pPr>
          <w:r>
            <w:rPr>
              <w:color w:val="44546A" w:themeColor="text2"/>
            </w:rPr>
            <w:t>[Type your address]</w:t>
          </w:r>
        </w:p>
      </w:docPartBody>
    </w:docPart>
    <w:docPart>
      <w:docPartPr>
        <w:name w:val="E8E99DA1AC77472AA3DC73EE1878D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CD5E-1C62-4938-8AF3-293D2C6438AD}"/>
      </w:docPartPr>
      <w:docPartBody>
        <w:p w:rsidR="00AC45F1" w:rsidRDefault="00AB37BA" w:rsidP="00AB37BA">
          <w:pPr>
            <w:pStyle w:val="E8E99DA1AC77472AA3DC73EE1878D78E"/>
          </w:pPr>
          <w:r>
            <w:rPr>
              <w:color w:val="44546A" w:themeColor="text2"/>
            </w:rPr>
            <w:t>[Type your phone number]</w:t>
          </w:r>
        </w:p>
      </w:docPartBody>
    </w:docPart>
    <w:docPart>
      <w:docPartPr>
        <w:name w:val="80DF36EEF3324D009BA6EE875D0EC1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716AF-8D27-4BE4-877E-47FCD27D5D0C}"/>
      </w:docPartPr>
      <w:docPartBody>
        <w:p w:rsidR="00A22FA4" w:rsidRDefault="007B386D" w:rsidP="007B386D">
          <w:pPr>
            <w:pStyle w:val="80DF36EEF3324D009BA6EE875D0EC121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4B1"/>
    <w:rsid w:val="0003213C"/>
    <w:rsid w:val="00035E89"/>
    <w:rsid w:val="00074CC3"/>
    <w:rsid w:val="00130183"/>
    <w:rsid w:val="00147044"/>
    <w:rsid w:val="001B5F1D"/>
    <w:rsid w:val="001C2091"/>
    <w:rsid w:val="001E1F28"/>
    <w:rsid w:val="002118F5"/>
    <w:rsid w:val="00232B72"/>
    <w:rsid w:val="00263934"/>
    <w:rsid w:val="00475A18"/>
    <w:rsid w:val="005A4390"/>
    <w:rsid w:val="00603B43"/>
    <w:rsid w:val="0062255F"/>
    <w:rsid w:val="006C7631"/>
    <w:rsid w:val="007854B1"/>
    <w:rsid w:val="007B386D"/>
    <w:rsid w:val="007D0E0A"/>
    <w:rsid w:val="00842DF5"/>
    <w:rsid w:val="00843E66"/>
    <w:rsid w:val="008B1898"/>
    <w:rsid w:val="008E586A"/>
    <w:rsid w:val="009D3FF5"/>
    <w:rsid w:val="00A22FA4"/>
    <w:rsid w:val="00A55343"/>
    <w:rsid w:val="00AB37BA"/>
    <w:rsid w:val="00AC45F1"/>
    <w:rsid w:val="00AD412B"/>
    <w:rsid w:val="00BD5D19"/>
    <w:rsid w:val="00C2250B"/>
    <w:rsid w:val="00C22C4F"/>
    <w:rsid w:val="00C27804"/>
    <w:rsid w:val="00CA23DA"/>
    <w:rsid w:val="00D0333F"/>
    <w:rsid w:val="00D75735"/>
    <w:rsid w:val="00DA26F8"/>
    <w:rsid w:val="00E12906"/>
    <w:rsid w:val="00E30C50"/>
    <w:rsid w:val="00E8561F"/>
    <w:rsid w:val="00EB36DB"/>
    <w:rsid w:val="00EC35D6"/>
    <w:rsid w:val="00F8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0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AB37BA"/>
    <w:rPr>
      <w:color w:val="808080"/>
    </w:rPr>
  </w:style>
  <w:style w:type="paragraph" w:customStyle="1" w:styleId="80DF36EEF3324D009BA6EE875D0EC121">
    <w:name w:val="80DF36EEF3324D009BA6EE875D0EC121"/>
    <w:rsid w:val="007B386D"/>
    <w:rPr>
      <w:lang w:val="en-IN" w:eastAsia="en-IN"/>
    </w:rPr>
  </w:style>
  <w:style w:type="character" w:styleId="IntenseEmphasis">
    <w:name w:val="Intense Emphasis"/>
    <w:aliases w:val="Subsection Intense Emphasis"/>
    <w:basedOn w:val="DefaultParagraphFont"/>
    <w:uiPriority w:val="21"/>
    <w:qFormat/>
    <w:rsid w:val="00130183"/>
    <w:rPr>
      <w:b/>
      <w:bCs/>
      <w:i/>
      <w:iCs/>
      <w:caps w:val="0"/>
      <w:smallCaps w:val="0"/>
      <w:color w:val="4472C4" w:themeColor="accent1"/>
    </w:rPr>
  </w:style>
  <w:style w:type="paragraph" w:customStyle="1" w:styleId="6A80CDC1C1DB4B859CC076ACC4049503">
    <w:name w:val="6A80CDC1C1DB4B859CC076ACC4049503"/>
    <w:rsid w:val="00AB37BA"/>
  </w:style>
  <w:style w:type="paragraph" w:customStyle="1" w:styleId="E8E99DA1AC77472AA3DC73EE1878D78E">
    <w:name w:val="E8E99DA1AC77472AA3DC73EE1878D78E"/>
    <w:rsid w:val="00AB37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>Mobile Number : +91-9182012777</CompanyAddress>
  <CompanyPhone>Email Id : lakshmilavanya.faustina@gmail.com</CompanyPhone>
  <CompanyFax/>
  <CompanyEmail>                                                                                                                                                                     India, Bangalore</CompanyEmail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B52589-F80A-4B85-9E64-25B7D3F6B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F762DA-57FE-4DB2-A5C9-E5D4ACBFE43A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3A0EEE38-F2E7-4C96-8AB1-E75C62A4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(Executive design)</Template>
  <TotalTime>7</TotalTime>
  <Pages>2</Pages>
  <Words>587</Words>
  <Characters>3217</Characters>
  <Application>Microsoft Office Word</Application>
  <DocSecurity>0</DocSecurity>
  <Lines>84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Boram Lee</dc:creator>
  <cp:lastModifiedBy>ACER</cp:lastModifiedBy>
  <cp:revision>6</cp:revision>
  <cp:lastPrinted>2016-02-15T05:42:00Z</cp:lastPrinted>
  <dcterms:created xsi:type="dcterms:W3CDTF">2022-05-12T12:58:00Z</dcterms:created>
  <dcterms:modified xsi:type="dcterms:W3CDTF">2023-02-09T10:42:00Z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TC017948679991</vt:lpwstr>
  </property>
  <property fmtid="{D5CDD505-2E9C-101B-9397-08002B2CF9AE}" pid="3" name="GrammarlyDocumentId">
    <vt:lpwstr>4adad14d2b6577b0e4218e59fb2fd67baae1e9644717577197240b26641db68e</vt:lpwstr>
  </property>
</Properties>
</file>